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D4" w:rsidRDefault="00F879D4" w:rsidP="00847117">
      <w:pPr>
        <w:jc w:val="center"/>
        <w:rPr>
          <w:sz w:val="24"/>
          <w:szCs w:val="24"/>
        </w:rPr>
      </w:pPr>
      <w:r>
        <w:rPr>
          <w:sz w:val="24"/>
          <w:szCs w:val="24"/>
        </w:rPr>
        <w:t>ЗАКОН УЛЬЯНОВСКОЙ ОБЛАСТИ</w:t>
      </w:r>
    </w:p>
    <w:p w:rsidR="00F879D4" w:rsidRDefault="00F879D4" w:rsidP="00847117">
      <w:pPr>
        <w:jc w:val="center"/>
        <w:rPr>
          <w:sz w:val="24"/>
          <w:szCs w:val="24"/>
        </w:rPr>
      </w:pPr>
    </w:p>
    <w:p w:rsidR="00F879D4" w:rsidRDefault="00F879D4" w:rsidP="00847117">
      <w:pPr>
        <w:jc w:val="center"/>
        <w:rPr>
          <w:sz w:val="24"/>
          <w:szCs w:val="24"/>
        </w:rPr>
      </w:pPr>
    </w:p>
    <w:p w:rsidR="00F879D4" w:rsidRDefault="00F879D4" w:rsidP="00847117">
      <w:pPr>
        <w:jc w:val="center"/>
        <w:rPr>
          <w:sz w:val="24"/>
          <w:szCs w:val="24"/>
        </w:rPr>
      </w:pPr>
      <w:bookmarkStart w:id="0" w:name="_GoBack"/>
      <w:bookmarkEnd w:id="0"/>
    </w:p>
    <w:p w:rsidR="00F879D4" w:rsidRDefault="00F879D4" w:rsidP="00847117">
      <w:pPr>
        <w:jc w:val="center"/>
        <w:rPr>
          <w:sz w:val="24"/>
          <w:szCs w:val="24"/>
        </w:rPr>
      </w:pPr>
    </w:p>
    <w:p w:rsidR="00F879D4" w:rsidRDefault="00F879D4" w:rsidP="00847117">
      <w:pPr>
        <w:jc w:val="center"/>
        <w:rPr>
          <w:sz w:val="24"/>
          <w:szCs w:val="24"/>
        </w:rPr>
      </w:pPr>
    </w:p>
    <w:p w:rsidR="00F879D4" w:rsidRDefault="00F879D4" w:rsidP="00847117">
      <w:pPr>
        <w:jc w:val="center"/>
        <w:rPr>
          <w:sz w:val="24"/>
          <w:szCs w:val="24"/>
        </w:rPr>
      </w:pPr>
    </w:p>
    <w:p w:rsidR="00F879D4" w:rsidRDefault="00F879D4" w:rsidP="00847117">
      <w:pPr>
        <w:jc w:val="center"/>
        <w:rPr>
          <w:b/>
          <w:bCs/>
        </w:rPr>
      </w:pPr>
      <w:r>
        <w:rPr>
          <w:b/>
          <w:bCs/>
        </w:rPr>
        <w:t xml:space="preserve">Об исполнении бюджета Территориального фонда обязательного </w:t>
      </w:r>
    </w:p>
    <w:p w:rsidR="00F879D4" w:rsidRPr="00342690" w:rsidRDefault="00F879D4" w:rsidP="00847117">
      <w:pPr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2015 год</w:t>
      </w:r>
    </w:p>
    <w:p w:rsidR="00F879D4" w:rsidRDefault="00F879D4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F879D4" w:rsidRDefault="00F879D4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F879D4" w:rsidRPr="00230C11" w:rsidRDefault="00F879D4" w:rsidP="00230C11">
      <w:pPr>
        <w:autoSpaceDE w:val="0"/>
        <w:autoSpaceDN w:val="0"/>
        <w:adjustRightInd w:val="0"/>
        <w:ind w:firstLine="5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Принят Законодательным Собранием Ульяновской области 26 мая 2016 года</w:t>
      </w:r>
    </w:p>
    <w:p w:rsidR="00F879D4" w:rsidRDefault="00F879D4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F879D4" w:rsidRDefault="00F879D4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F879D4" w:rsidRDefault="00F879D4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F879D4" w:rsidRDefault="00F879D4" w:rsidP="00DD03F0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Утвердить отчёт об исполнении бюджета Территориального фонда обязательного медицинского страхования Ульяновской области за 2015 год </w:t>
      </w:r>
      <w:r>
        <w:br/>
        <w:t xml:space="preserve">по доходам в сумме 10993606,31 тыс. рублей и по расходам в сумме </w:t>
      </w:r>
      <w:r>
        <w:br/>
        <w:t xml:space="preserve">11236904,83 тыс. рублей с </w:t>
      </w:r>
      <w:r w:rsidRPr="00D878F7">
        <w:t xml:space="preserve">превышением </w:t>
      </w:r>
      <w:r>
        <w:t xml:space="preserve">расходов </w:t>
      </w:r>
      <w:r w:rsidRPr="00D878F7">
        <w:t>над</w:t>
      </w:r>
      <w:r>
        <w:t xml:space="preserve"> доходами</w:t>
      </w:r>
      <w:r w:rsidRPr="00D878F7">
        <w:t xml:space="preserve"> в сумме </w:t>
      </w:r>
      <w:r>
        <w:t xml:space="preserve">243298,52 </w:t>
      </w:r>
      <w:r w:rsidRPr="00D878F7">
        <w:t>тыс. рублей по следующим показателям:</w:t>
      </w:r>
    </w:p>
    <w:p w:rsidR="00F879D4" w:rsidRDefault="00F879D4" w:rsidP="00DD03F0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>источникам внутреннего финансирования дефицита бюджета Территориального фонда обязательного медицинского страхования Ульяновской области за 2015 год согласно приложению 1;</w:t>
      </w:r>
    </w:p>
    <w:p w:rsidR="00F879D4" w:rsidRDefault="00F879D4" w:rsidP="00DD03F0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>доходам бюджета Территориального фонда обязательного медицинского страхования Ульяновской области за 2015 год согласно приложению 2;</w:t>
      </w:r>
    </w:p>
    <w:p w:rsidR="00F879D4" w:rsidRDefault="00F879D4" w:rsidP="00DD03F0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3) ведомственной структуре расходов бюджета Территориального фонда обязательного медицинского страхования Ульяновской области за 2015 год </w:t>
      </w:r>
      <w:r>
        <w:br/>
        <w:t>согласно приложению 3.</w:t>
      </w:r>
    </w:p>
    <w:p w:rsidR="00F879D4" w:rsidRPr="00BE0E65" w:rsidRDefault="00F879D4" w:rsidP="00BE0E65">
      <w:pPr>
        <w:tabs>
          <w:tab w:val="left" w:pos="0"/>
          <w:tab w:val="left" w:pos="1260"/>
        </w:tabs>
        <w:autoSpaceDE w:val="0"/>
        <w:autoSpaceDN w:val="0"/>
        <w:adjustRightInd w:val="0"/>
        <w:rPr>
          <w:sz w:val="16"/>
        </w:rPr>
      </w:pPr>
    </w:p>
    <w:p w:rsidR="00F879D4" w:rsidRDefault="00F879D4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F879D4" w:rsidRDefault="00F879D4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F879D4" w:rsidRDefault="00F879D4" w:rsidP="00967D1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Временно исполняющий обязанности </w:t>
      </w:r>
    </w:p>
    <w:p w:rsidR="00F879D4" w:rsidRPr="00C83649" w:rsidRDefault="00F879D4" w:rsidP="00967D1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C83649">
        <w:rPr>
          <w:b/>
        </w:rPr>
        <w:t>Губернатор</w:t>
      </w:r>
      <w:r>
        <w:rPr>
          <w:b/>
        </w:rPr>
        <w:t xml:space="preserve">а </w:t>
      </w:r>
      <w:r w:rsidRPr="00C83649">
        <w:rPr>
          <w:b/>
        </w:rPr>
        <w:t xml:space="preserve">Ульяновской области  </w:t>
      </w:r>
      <w:r>
        <w:rPr>
          <w:b/>
        </w:rPr>
        <w:t xml:space="preserve">     </w:t>
      </w:r>
      <w:r w:rsidRPr="00C83649">
        <w:rPr>
          <w:b/>
        </w:rPr>
        <w:t xml:space="preserve">                   </w:t>
      </w:r>
      <w:r>
        <w:rPr>
          <w:b/>
        </w:rPr>
        <w:t xml:space="preserve">  </w:t>
      </w:r>
      <w:r w:rsidRPr="00C83649">
        <w:rPr>
          <w:b/>
        </w:rPr>
        <w:t xml:space="preserve">                  </w:t>
      </w:r>
      <w:r>
        <w:rPr>
          <w:b/>
        </w:rPr>
        <w:t xml:space="preserve">        </w:t>
      </w:r>
      <w:r w:rsidRPr="00C83649">
        <w:rPr>
          <w:b/>
        </w:rPr>
        <w:t>С.И.Морозов</w:t>
      </w:r>
    </w:p>
    <w:p w:rsidR="00F879D4" w:rsidRPr="006B6582" w:rsidRDefault="00F879D4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F879D4" w:rsidRDefault="00F879D4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F879D4" w:rsidRDefault="00F879D4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F879D4" w:rsidRDefault="00F879D4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г. Ульяновск</w:t>
      </w:r>
    </w:p>
    <w:p w:rsidR="00F879D4" w:rsidRDefault="00F879D4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31</w:t>
      </w:r>
      <w:r>
        <w:rPr>
          <w:lang w:val="en-US"/>
        </w:rPr>
        <w:t xml:space="preserve"> </w:t>
      </w:r>
      <w:r>
        <w:t xml:space="preserve">мая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</w:p>
    <w:p w:rsidR="00F879D4" w:rsidRDefault="00F879D4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№ 70-ЗО</w:t>
      </w:r>
    </w:p>
    <w:p w:rsidR="00F879D4" w:rsidRDefault="00F879D4" w:rsidP="000712C4">
      <w:pPr>
        <w:jc w:val="both"/>
        <w:sectPr w:rsidR="00F879D4" w:rsidSect="00967D16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F879D4" w:rsidRDefault="00F879D4" w:rsidP="006C0C61">
      <w:pPr>
        <w:spacing w:line="360" w:lineRule="auto"/>
        <w:ind w:left="6096"/>
        <w:jc w:val="center"/>
      </w:pPr>
      <w:r>
        <w:t>ПРИЛОЖЕНИЕ 1</w:t>
      </w:r>
    </w:p>
    <w:p w:rsidR="00F879D4" w:rsidRDefault="00F879D4" w:rsidP="006C0C61">
      <w:pPr>
        <w:ind w:left="6096"/>
        <w:jc w:val="center"/>
      </w:pPr>
      <w:r w:rsidRPr="006A1857">
        <w:t>к Закону Ульяновской области</w:t>
      </w:r>
    </w:p>
    <w:p w:rsidR="00F879D4" w:rsidRDefault="00F879D4" w:rsidP="006C0C61">
      <w:pPr>
        <w:ind w:left="6096"/>
        <w:jc w:val="center"/>
      </w:pPr>
      <w:r w:rsidRPr="006A1857">
        <w:t>«О</w:t>
      </w:r>
      <w:r>
        <w:t>б исполнении</w:t>
      </w:r>
      <w:r w:rsidRPr="006A1857">
        <w:t xml:space="preserve"> бюджет</w:t>
      </w:r>
      <w:r>
        <w:t>а</w:t>
      </w:r>
    </w:p>
    <w:p w:rsidR="00F879D4" w:rsidRDefault="00F879D4" w:rsidP="006C0C61">
      <w:pPr>
        <w:ind w:left="6096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F879D4" w:rsidRDefault="00F879D4" w:rsidP="006C0C61">
      <w:pPr>
        <w:ind w:left="6096"/>
        <w:jc w:val="center"/>
      </w:pPr>
      <w:r w:rsidRPr="006A1857">
        <w:t>обязательного</w:t>
      </w:r>
      <w:r>
        <w:t xml:space="preserve"> </w:t>
      </w:r>
      <w:r w:rsidRPr="006A1857">
        <w:t>медицинского</w:t>
      </w:r>
    </w:p>
    <w:p w:rsidR="00F879D4" w:rsidRDefault="00F879D4" w:rsidP="006C0C61">
      <w:pPr>
        <w:ind w:left="6096"/>
        <w:jc w:val="center"/>
      </w:pPr>
      <w:r w:rsidRPr="006A1857">
        <w:t>страхования</w:t>
      </w:r>
      <w:r>
        <w:t xml:space="preserve"> </w:t>
      </w:r>
      <w:r w:rsidRPr="006A1857">
        <w:t>Ульяновской</w:t>
      </w:r>
    </w:p>
    <w:p w:rsidR="00F879D4" w:rsidRDefault="00F879D4" w:rsidP="006C0C61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15</w:t>
      </w:r>
      <w:r w:rsidRPr="006A1857">
        <w:t xml:space="preserve"> год»</w:t>
      </w:r>
    </w:p>
    <w:p w:rsidR="00F879D4" w:rsidRDefault="00F879D4" w:rsidP="006C0C61">
      <w:pPr>
        <w:jc w:val="center"/>
      </w:pPr>
    </w:p>
    <w:p w:rsidR="00F879D4" w:rsidRDefault="00F879D4" w:rsidP="006C0C61">
      <w:pPr>
        <w:jc w:val="center"/>
      </w:pPr>
    </w:p>
    <w:p w:rsidR="00F879D4" w:rsidRDefault="00F879D4" w:rsidP="006C0C61">
      <w:pPr>
        <w:jc w:val="center"/>
      </w:pPr>
    </w:p>
    <w:p w:rsidR="00F879D4" w:rsidRDefault="00F879D4" w:rsidP="00D71169">
      <w:pPr>
        <w:jc w:val="center"/>
      </w:pPr>
      <w:r w:rsidRPr="00975FEE">
        <w:rPr>
          <w:b/>
        </w:rPr>
        <w:t>ИСТОЧНИКИ</w:t>
      </w:r>
    </w:p>
    <w:p w:rsidR="00F879D4" w:rsidRDefault="00F879D4" w:rsidP="00C83649">
      <w:pPr>
        <w:jc w:val="center"/>
        <w:rPr>
          <w:b/>
        </w:rPr>
      </w:pPr>
      <w:r w:rsidRPr="00975FEE">
        <w:rPr>
          <w:b/>
        </w:rPr>
        <w:t>внутреннего финансирования дефицита бюджета</w:t>
      </w:r>
    </w:p>
    <w:p w:rsidR="00F879D4" w:rsidRDefault="00F879D4" w:rsidP="00C83649">
      <w:pPr>
        <w:jc w:val="center"/>
        <w:rPr>
          <w:b/>
        </w:rPr>
      </w:pPr>
      <w:r w:rsidRPr="00975FEE">
        <w:rPr>
          <w:b/>
        </w:rPr>
        <w:t xml:space="preserve"> </w:t>
      </w:r>
      <w:r>
        <w:rPr>
          <w:b/>
        </w:rPr>
        <w:t>Т</w:t>
      </w:r>
      <w:r w:rsidRPr="00975FEE">
        <w:rPr>
          <w:b/>
        </w:rPr>
        <w:t xml:space="preserve">ерриториального фонда обязательного медицинского страхования </w:t>
      </w:r>
    </w:p>
    <w:p w:rsidR="00F879D4" w:rsidRPr="00975FEE" w:rsidRDefault="00F879D4" w:rsidP="00C83649">
      <w:pPr>
        <w:jc w:val="center"/>
        <w:rPr>
          <w:b/>
        </w:rPr>
      </w:pPr>
      <w:r w:rsidRPr="00975FEE">
        <w:rPr>
          <w:b/>
        </w:rPr>
        <w:t>Ульяновской области за 20</w:t>
      </w:r>
      <w:r>
        <w:rPr>
          <w:b/>
        </w:rPr>
        <w:t>15</w:t>
      </w:r>
      <w:r w:rsidRPr="00975FEE">
        <w:rPr>
          <w:b/>
        </w:rPr>
        <w:t xml:space="preserve"> год</w:t>
      </w:r>
    </w:p>
    <w:p w:rsidR="00F879D4" w:rsidRDefault="00F879D4" w:rsidP="000E1C4D">
      <w:pPr>
        <w:ind w:firstLine="900"/>
        <w:jc w:val="right"/>
      </w:pPr>
      <w: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F879D4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D4" w:rsidRDefault="00F879D4" w:rsidP="00F02A7E">
            <w:pPr>
              <w:jc w:val="center"/>
            </w:pPr>
            <w:r>
              <w:t xml:space="preserve">Код бюджетной </w:t>
            </w:r>
          </w:p>
          <w:p w:rsidR="00F879D4" w:rsidRDefault="00F879D4" w:rsidP="00F02A7E">
            <w:pPr>
              <w:jc w:val="center"/>
            </w:pPr>
            <w:r>
              <w:t xml:space="preserve">классификации </w:t>
            </w:r>
          </w:p>
          <w:p w:rsidR="00F879D4" w:rsidRDefault="00F879D4" w:rsidP="00F02A7E">
            <w:pPr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D4" w:rsidRDefault="00F879D4" w:rsidP="00F02A7E">
            <w:pPr>
              <w:jc w:val="center"/>
            </w:pPr>
            <w:r>
              <w:t>Наименование 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D4" w:rsidRDefault="00F879D4" w:rsidP="00F02A7E">
            <w:pPr>
              <w:jc w:val="center"/>
            </w:pPr>
            <w:r>
              <w:t>Сумма</w:t>
            </w:r>
          </w:p>
        </w:tc>
      </w:tr>
      <w:tr w:rsidR="00F879D4" w:rsidTr="00B0262E">
        <w:tc>
          <w:tcPr>
            <w:tcW w:w="3520" w:type="dxa"/>
            <w:tcBorders>
              <w:top w:val="single" w:sz="4" w:space="0" w:color="auto"/>
            </w:tcBorders>
          </w:tcPr>
          <w:p w:rsidR="00F879D4" w:rsidRPr="008004F9" w:rsidRDefault="00F879D4" w:rsidP="00131773">
            <w:pPr>
              <w:spacing w:line="228" w:lineRule="auto"/>
              <w:rPr>
                <w:b/>
              </w:rPr>
            </w:pPr>
            <w:r w:rsidRPr="008004F9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F879D4" w:rsidRPr="008004F9" w:rsidRDefault="00F879D4" w:rsidP="00131773">
            <w:pPr>
              <w:pStyle w:val="ConsPlusCell"/>
              <w:jc w:val="both"/>
              <w:rPr>
                <w:b/>
                <w:szCs w:val="20"/>
              </w:rPr>
            </w:pPr>
            <w:r w:rsidRPr="008004F9">
              <w:rPr>
                <w:b/>
                <w:szCs w:val="20"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F879D4" w:rsidRPr="007D1A8F" w:rsidRDefault="00F879D4" w:rsidP="00BC47DD">
            <w:pPr>
              <w:jc w:val="center"/>
              <w:rPr>
                <w:b/>
                <w:highlight w:val="yellow"/>
              </w:rPr>
            </w:pPr>
            <w:r w:rsidRPr="00340537">
              <w:rPr>
                <w:b/>
              </w:rPr>
              <w:t>243298,52</w:t>
            </w:r>
          </w:p>
        </w:tc>
      </w:tr>
      <w:tr w:rsidR="00F879D4" w:rsidTr="00B0262E">
        <w:tc>
          <w:tcPr>
            <w:tcW w:w="3520" w:type="dxa"/>
          </w:tcPr>
          <w:p w:rsidR="00F879D4" w:rsidRPr="00F02A7E" w:rsidRDefault="00F879D4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F879D4" w:rsidRPr="00F02A7E" w:rsidRDefault="00F879D4" w:rsidP="00F02A7E">
            <w:pPr>
              <w:jc w:val="both"/>
              <w:rPr>
                <w:b/>
              </w:rPr>
            </w:pPr>
            <w:r>
              <w:rPr>
                <w:b/>
              </w:rPr>
              <w:t xml:space="preserve">Изменение остатков  средств  на счетах </w:t>
            </w:r>
            <w:r w:rsidRPr="000323D1">
              <w:rPr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F879D4" w:rsidRPr="007D1A8F" w:rsidRDefault="00F879D4" w:rsidP="00BC47DD">
            <w:pPr>
              <w:jc w:val="center"/>
              <w:rPr>
                <w:b/>
                <w:highlight w:val="yellow"/>
              </w:rPr>
            </w:pPr>
            <w:r w:rsidRPr="00340537">
              <w:rPr>
                <w:b/>
              </w:rPr>
              <w:t>243298,52</w:t>
            </w:r>
          </w:p>
        </w:tc>
      </w:tr>
      <w:tr w:rsidR="00F879D4">
        <w:trPr>
          <w:trHeight w:val="621"/>
        </w:trPr>
        <w:tc>
          <w:tcPr>
            <w:tcW w:w="3520" w:type="dxa"/>
          </w:tcPr>
          <w:p w:rsidR="00F879D4" w:rsidRPr="00F02A7E" w:rsidRDefault="00F879D4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F879D4" w:rsidRPr="00F02A7E" w:rsidRDefault="00F879D4" w:rsidP="00E16CD4">
            <w:pPr>
              <w:rPr>
                <w:b/>
              </w:rPr>
            </w:pPr>
            <w:r w:rsidRPr="00F02A7E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879D4" w:rsidRPr="00352E77" w:rsidRDefault="00F879D4" w:rsidP="00340537">
            <w:pPr>
              <w:jc w:val="center"/>
              <w:rPr>
                <w:b/>
              </w:rPr>
            </w:pPr>
            <w:r w:rsidRPr="00352E77">
              <w:rPr>
                <w:b/>
              </w:rPr>
              <w:t>-15526315,56</w:t>
            </w:r>
          </w:p>
        </w:tc>
      </w:tr>
      <w:tr w:rsidR="00F879D4">
        <w:tc>
          <w:tcPr>
            <w:tcW w:w="3520" w:type="dxa"/>
          </w:tcPr>
          <w:p w:rsidR="00F879D4" w:rsidRPr="00BC47DD" w:rsidRDefault="00F879D4" w:rsidP="00714787">
            <w:pPr>
              <w:rPr>
                <w:lang w:val="en-US"/>
              </w:rPr>
            </w:pPr>
            <w:r w:rsidRPr="00BC47DD">
              <w:rPr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879D4" w:rsidRPr="00BC47DD" w:rsidRDefault="00F879D4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F879D4" w:rsidRPr="00352E77" w:rsidRDefault="00F879D4" w:rsidP="00352E77">
            <w:pPr>
              <w:jc w:val="center"/>
            </w:pPr>
            <w:r w:rsidRPr="00352E77">
              <w:t>-15526315,56</w:t>
            </w:r>
          </w:p>
        </w:tc>
      </w:tr>
      <w:tr w:rsidR="00F879D4">
        <w:tc>
          <w:tcPr>
            <w:tcW w:w="3520" w:type="dxa"/>
          </w:tcPr>
          <w:p w:rsidR="00F879D4" w:rsidRPr="00BC47DD" w:rsidRDefault="00F879D4" w:rsidP="00714787">
            <w:pPr>
              <w:rPr>
                <w:b/>
              </w:rPr>
            </w:pPr>
            <w:r w:rsidRPr="00BC47DD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F879D4" w:rsidRPr="00BC47DD" w:rsidRDefault="00F879D4" w:rsidP="00E16CD4">
            <w:pPr>
              <w:rPr>
                <w:b/>
              </w:rPr>
            </w:pPr>
            <w:r w:rsidRPr="00BC47DD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879D4" w:rsidRPr="00352E77" w:rsidRDefault="00F879D4" w:rsidP="00F02A7E">
            <w:pPr>
              <w:jc w:val="center"/>
              <w:rPr>
                <w:b/>
              </w:rPr>
            </w:pPr>
            <w:r w:rsidRPr="00352E77">
              <w:rPr>
                <w:b/>
              </w:rPr>
              <w:t>15769614,08</w:t>
            </w:r>
          </w:p>
        </w:tc>
      </w:tr>
      <w:tr w:rsidR="00F879D4">
        <w:tc>
          <w:tcPr>
            <w:tcW w:w="3520" w:type="dxa"/>
          </w:tcPr>
          <w:p w:rsidR="00F879D4" w:rsidRPr="00BC47DD" w:rsidRDefault="00F879D4" w:rsidP="00714787">
            <w:r w:rsidRPr="00BC47DD">
              <w:rPr>
                <w:lang w:val="en-US"/>
              </w:rPr>
              <w:t>395</w:t>
            </w:r>
            <w:r w:rsidRPr="00BC47DD">
              <w:t xml:space="preserve"> 01 05 02 01 09 0000 610</w:t>
            </w:r>
          </w:p>
        </w:tc>
        <w:tc>
          <w:tcPr>
            <w:tcW w:w="3900" w:type="dxa"/>
          </w:tcPr>
          <w:p w:rsidR="00F879D4" w:rsidRPr="00BC47DD" w:rsidRDefault="00F879D4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F879D4" w:rsidRPr="00352E77" w:rsidRDefault="00F879D4" w:rsidP="00F02A7E">
            <w:pPr>
              <w:jc w:val="center"/>
            </w:pPr>
            <w:r w:rsidRPr="00352E77">
              <w:t>15769614,08</w:t>
            </w:r>
          </w:p>
        </w:tc>
      </w:tr>
    </w:tbl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F879D4" w:rsidRDefault="00F879D4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_______________</w:t>
      </w:r>
    </w:p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F879D4" w:rsidRDefault="00F879D4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sectPr w:rsidR="00F879D4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F879D4" w:rsidRPr="00910C98" w:rsidRDefault="00F879D4" w:rsidP="000036B9">
      <w:pPr>
        <w:spacing w:line="360" w:lineRule="auto"/>
        <w:ind w:left="6096"/>
        <w:jc w:val="center"/>
      </w:pPr>
      <w:r w:rsidRPr="00910C98">
        <w:t>ПРИЛОЖЕНИЕ 2</w:t>
      </w:r>
    </w:p>
    <w:p w:rsidR="00F879D4" w:rsidRPr="00910C98" w:rsidRDefault="00F879D4" w:rsidP="000036B9">
      <w:pPr>
        <w:ind w:left="6096"/>
        <w:jc w:val="center"/>
      </w:pPr>
      <w:r w:rsidRPr="00910C98">
        <w:t>к Закону Ульяновской области</w:t>
      </w:r>
    </w:p>
    <w:p w:rsidR="00F879D4" w:rsidRPr="00910C98" w:rsidRDefault="00F879D4" w:rsidP="000036B9">
      <w:pPr>
        <w:ind w:left="6096"/>
        <w:jc w:val="center"/>
      </w:pPr>
      <w:r w:rsidRPr="00910C98">
        <w:t>«Об исполнении бюджета</w:t>
      </w:r>
    </w:p>
    <w:p w:rsidR="00F879D4" w:rsidRPr="00910C98" w:rsidRDefault="00F879D4" w:rsidP="000036B9">
      <w:pPr>
        <w:ind w:left="6096"/>
        <w:jc w:val="center"/>
      </w:pPr>
      <w:r>
        <w:t>Т</w:t>
      </w:r>
      <w:r w:rsidRPr="00910C98">
        <w:t>ерриториального фонда</w:t>
      </w:r>
    </w:p>
    <w:p w:rsidR="00F879D4" w:rsidRPr="00910C98" w:rsidRDefault="00F879D4" w:rsidP="000036B9">
      <w:pPr>
        <w:ind w:left="6096"/>
        <w:jc w:val="center"/>
      </w:pPr>
      <w:r w:rsidRPr="00910C98">
        <w:t>обязательного медицинского</w:t>
      </w:r>
    </w:p>
    <w:p w:rsidR="00F879D4" w:rsidRDefault="00F879D4" w:rsidP="000036B9">
      <w:pPr>
        <w:ind w:left="6096"/>
        <w:jc w:val="center"/>
      </w:pPr>
      <w:r w:rsidRPr="00910C98">
        <w:t>страхования</w:t>
      </w:r>
      <w:r>
        <w:t xml:space="preserve"> </w:t>
      </w:r>
      <w:r w:rsidRPr="00910C98">
        <w:t>Ульяновской</w:t>
      </w:r>
    </w:p>
    <w:p w:rsidR="00F879D4" w:rsidRDefault="00F879D4" w:rsidP="000036B9">
      <w:pPr>
        <w:tabs>
          <w:tab w:val="left" w:pos="540"/>
          <w:tab w:val="left" w:pos="993"/>
        </w:tabs>
        <w:autoSpaceDE w:val="0"/>
        <w:autoSpaceDN w:val="0"/>
        <w:adjustRightInd w:val="0"/>
        <w:ind w:left="6096"/>
        <w:jc w:val="center"/>
      </w:pPr>
      <w:r w:rsidRPr="00910C98">
        <w:t>области</w:t>
      </w:r>
      <w:r>
        <w:t xml:space="preserve"> </w:t>
      </w:r>
      <w:r w:rsidRPr="00910C98">
        <w:t>за 201</w:t>
      </w:r>
      <w:r>
        <w:t>5</w:t>
      </w:r>
      <w:r w:rsidRPr="00910C98">
        <w:t xml:space="preserve"> год»</w:t>
      </w:r>
    </w:p>
    <w:p w:rsidR="00F879D4" w:rsidRPr="00EA5B30" w:rsidRDefault="00F879D4" w:rsidP="009143C7">
      <w:pPr>
        <w:jc w:val="center"/>
        <w:rPr>
          <w:b/>
          <w:sz w:val="24"/>
        </w:rPr>
      </w:pPr>
    </w:p>
    <w:p w:rsidR="00F879D4" w:rsidRPr="00DA457A" w:rsidRDefault="00F879D4" w:rsidP="009143C7">
      <w:pPr>
        <w:jc w:val="center"/>
        <w:rPr>
          <w:b/>
        </w:rPr>
      </w:pPr>
      <w:r w:rsidRPr="00DA457A">
        <w:rPr>
          <w:b/>
        </w:rPr>
        <w:t>ДОХОДЫ</w:t>
      </w:r>
    </w:p>
    <w:p w:rsidR="00F879D4" w:rsidRDefault="00F879D4" w:rsidP="001F16A5">
      <w:pPr>
        <w:pStyle w:val="Heading2"/>
        <w:ind w:firstLine="0"/>
        <w:rPr>
          <w:bCs w:val="0"/>
        </w:rPr>
      </w:pPr>
      <w:r w:rsidRPr="00DA457A">
        <w:t xml:space="preserve">бюджета Территориального фонда обязательного  </w:t>
      </w:r>
      <w:r w:rsidRPr="00DA457A">
        <w:rPr>
          <w:bCs w:val="0"/>
        </w:rPr>
        <w:t xml:space="preserve">медицинского </w:t>
      </w:r>
      <w:r>
        <w:rPr>
          <w:bCs w:val="0"/>
        </w:rPr>
        <w:br/>
      </w:r>
      <w:r w:rsidRPr="00DA457A">
        <w:rPr>
          <w:bCs w:val="0"/>
        </w:rPr>
        <w:t>страхования  Ульяновской области за 201</w:t>
      </w:r>
      <w:r>
        <w:rPr>
          <w:bCs w:val="0"/>
        </w:rPr>
        <w:t>5</w:t>
      </w:r>
      <w:r w:rsidRPr="00DA457A">
        <w:rPr>
          <w:bCs w:val="0"/>
        </w:rPr>
        <w:t xml:space="preserve"> год</w:t>
      </w:r>
    </w:p>
    <w:p w:rsidR="00F879D4" w:rsidRPr="001F16A5" w:rsidRDefault="00F879D4" w:rsidP="003E6E82">
      <w:pPr>
        <w:tabs>
          <w:tab w:val="left" w:pos="8460"/>
        </w:tabs>
        <w:jc w:val="right"/>
        <w:rPr>
          <w:b/>
          <w:sz w:val="16"/>
        </w:rPr>
      </w:pPr>
    </w:p>
    <w:p w:rsidR="00F879D4" w:rsidRDefault="00F879D4" w:rsidP="003E6E82">
      <w:pPr>
        <w:tabs>
          <w:tab w:val="left" w:pos="8460"/>
        </w:tabs>
        <w:jc w:val="right"/>
      </w:pPr>
      <w:r w:rsidRPr="00F94F2D">
        <w:t>тыс. рублей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4536"/>
        <w:gridCol w:w="1701"/>
      </w:tblGrid>
      <w:tr w:rsidR="00F879D4" w:rsidRPr="007F5EC6" w:rsidTr="00EA5B30">
        <w:trPr>
          <w:trHeight w:val="227"/>
        </w:trPr>
        <w:tc>
          <w:tcPr>
            <w:tcW w:w="3828" w:type="dxa"/>
            <w:vAlign w:val="center"/>
          </w:tcPr>
          <w:p w:rsidR="00F879D4" w:rsidRDefault="00F879D4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F879D4" w:rsidRPr="007F5EC6" w:rsidRDefault="00F879D4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F879D4" w:rsidRPr="007F5EC6" w:rsidRDefault="00F879D4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F879D4" w:rsidRPr="007F5EC6" w:rsidRDefault="00F879D4" w:rsidP="00F02A7E">
            <w:pPr>
              <w:jc w:val="center"/>
            </w:pPr>
            <w:r w:rsidRPr="007F5EC6">
              <w:t>Сумма</w:t>
            </w:r>
          </w:p>
        </w:tc>
      </w:tr>
    </w:tbl>
    <w:p w:rsidR="00F879D4" w:rsidRPr="005A6B36" w:rsidRDefault="00F879D4" w:rsidP="005A6B36">
      <w:pPr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4536"/>
        <w:gridCol w:w="1701"/>
      </w:tblGrid>
      <w:tr w:rsidR="00F879D4" w:rsidTr="00EA5B30">
        <w:trPr>
          <w:trHeight w:val="227"/>
          <w:tblHeader/>
        </w:trPr>
        <w:tc>
          <w:tcPr>
            <w:tcW w:w="3828" w:type="dxa"/>
          </w:tcPr>
          <w:p w:rsidR="00F879D4" w:rsidRDefault="00F879D4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F879D4" w:rsidRDefault="00F879D4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F879D4" w:rsidRDefault="00F879D4" w:rsidP="001727BC">
            <w:pPr>
              <w:widowControl w:val="0"/>
              <w:jc w:val="center"/>
            </w:pPr>
            <w:r>
              <w:t>3</w:t>
            </w:r>
          </w:p>
        </w:tc>
      </w:tr>
      <w:tr w:rsidR="00F879D4" w:rsidRPr="007D1A8F" w:rsidTr="00EA5B30">
        <w:trPr>
          <w:trHeight w:val="227"/>
        </w:trPr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:rsidR="00F879D4" w:rsidRPr="00F02A7E" w:rsidRDefault="00F879D4" w:rsidP="00EA5B30">
            <w:pPr>
              <w:widowControl w:val="0"/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000 1 00 00000 00 0000 000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F879D4" w:rsidRPr="00F02A7E" w:rsidRDefault="00F879D4" w:rsidP="00EA5B30">
            <w:pPr>
              <w:widowControl w:val="0"/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Налоговые и неналоговые дох</w:t>
            </w:r>
            <w:r w:rsidRPr="00F02A7E">
              <w:rPr>
                <w:b/>
              </w:rPr>
              <w:t>о</w:t>
            </w:r>
            <w:r w:rsidRPr="00F02A7E">
              <w:rPr>
                <w:b/>
              </w:rPr>
              <w:t>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color w:val="FF0000"/>
                <w:highlight w:val="yellow"/>
              </w:rPr>
            </w:pPr>
            <w:r w:rsidRPr="008A3DF1">
              <w:rPr>
                <w:b/>
              </w:rPr>
              <w:t>7727,</w:t>
            </w:r>
            <w:r>
              <w:rPr>
                <w:b/>
              </w:rPr>
              <w:t>34</w:t>
            </w:r>
          </w:p>
        </w:tc>
      </w:tr>
      <w:tr w:rsidR="00F879D4" w:rsidRPr="007D1A8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D388F" w:rsidRDefault="00F879D4" w:rsidP="00EA5B30">
            <w:pPr>
              <w:widowControl w:val="0"/>
              <w:spacing w:line="223" w:lineRule="auto"/>
              <w:rPr>
                <w:b/>
              </w:rPr>
            </w:pPr>
            <w:r w:rsidRPr="004D388F">
              <w:rPr>
                <w:b/>
              </w:rPr>
              <w:t>000 1 13 00000 00 0000 000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D388F" w:rsidRDefault="00F879D4" w:rsidP="00EA5B30">
            <w:pPr>
              <w:widowControl w:val="0"/>
              <w:spacing w:line="223" w:lineRule="auto"/>
              <w:jc w:val="both"/>
              <w:rPr>
                <w:b/>
              </w:rPr>
            </w:pPr>
            <w:r w:rsidRPr="004D388F">
              <w:rPr>
                <w:b/>
              </w:rPr>
              <w:t>Доходы от оказания платных у</w:t>
            </w:r>
            <w:r w:rsidRPr="004D388F">
              <w:rPr>
                <w:b/>
              </w:rPr>
              <w:t>с</w:t>
            </w:r>
            <w:r w:rsidRPr="004D388F">
              <w:rPr>
                <w:b/>
              </w:rPr>
              <w:t>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0F55D8">
              <w:rPr>
                <w:b/>
              </w:rPr>
              <w:t>242,6</w:t>
            </w:r>
            <w:r>
              <w:rPr>
                <w:b/>
              </w:rPr>
              <w:t>4</w:t>
            </w:r>
          </w:p>
        </w:tc>
      </w:tr>
      <w:tr w:rsidR="00F879D4" w:rsidRPr="007D1A8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C0438" w:rsidRDefault="00F879D4" w:rsidP="00EA5B30">
            <w:pPr>
              <w:widowControl w:val="0"/>
              <w:spacing w:line="223" w:lineRule="auto"/>
            </w:pPr>
            <w:r>
              <w:t>395 1 13 02999 09 0000 130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C0438" w:rsidRDefault="00F879D4" w:rsidP="00EA5B30">
            <w:pPr>
              <w:widowControl w:val="0"/>
              <w:spacing w:line="223" w:lineRule="auto"/>
              <w:jc w:val="both"/>
            </w:pPr>
            <w:r w:rsidRPr="00340537">
              <w:t>Прочие доходы от компенсации з</w:t>
            </w:r>
            <w:r w:rsidRPr="00340537">
              <w:t>а</w:t>
            </w:r>
            <w:r w:rsidRPr="00340537">
              <w:t>трат бюджетов территориальных фондов обязательного медицинск</w:t>
            </w:r>
            <w:r w:rsidRPr="00340537">
              <w:t>о</w:t>
            </w:r>
            <w:r w:rsidRPr="00340537">
              <w:t>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  <w:r w:rsidRPr="000F55D8">
              <w:t>242,6</w:t>
            </w:r>
            <w:r>
              <w:t>4</w:t>
            </w:r>
          </w:p>
        </w:tc>
      </w:tr>
      <w:tr w:rsidR="00F879D4" w:rsidRPr="007D1A8F" w:rsidTr="00EA5B30">
        <w:trPr>
          <w:trHeight w:val="46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DE1B0E" w:rsidRDefault="00F879D4" w:rsidP="00EA5B30">
            <w:pPr>
              <w:widowControl w:val="0"/>
              <w:spacing w:line="223" w:lineRule="auto"/>
            </w:pPr>
            <w:r w:rsidRPr="00DE1B0E">
              <w:rPr>
                <w:b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DE1B0E" w:rsidRDefault="00F879D4" w:rsidP="00EA5B30">
            <w:pPr>
              <w:widowControl w:val="0"/>
              <w:spacing w:line="223" w:lineRule="auto"/>
              <w:jc w:val="both"/>
              <w:rPr>
                <w:b/>
              </w:rPr>
            </w:pPr>
            <w:r w:rsidRPr="00DE1B0E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8A3DF1">
              <w:rPr>
                <w:b/>
              </w:rPr>
              <w:t>7484,</w:t>
            </w:r>
            <w:r>
              <w:rPr>
                <w:b/>
              </w:rPr>
              <w:t>7</w:t>
            </w:r>
          </w:p>
        </w:tc>
      </w:tr>
      <w:tr w:rsidR="00F879D4" w:rsidRPr="007D1A8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EA5B30">
            <w:pPr>
              <w:widowControl w:val="0"/>
              <w:spacing w:line="223" w:lineRule="auto"/>
              <w:rPr>
                <w:b/>
              </w:rPr>
            </w:pPr>
            <w:r>
              <w:rPr>
                <w:b/>
              </w:rPr>
              <w:t>000 1 16 20000 00 0000 140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EA5B30" w:rsidRDefault="00F879D4" w:rsidP="00EA5B30">
            <w:pPr>
              <w:widowControl w:val="0"/>
              <w:spacing w:line="223" w:lineRule="auto"/>
              <w:jc w:val="both"/>
              <w:rPr>
                <w:b/>
                <w:spacing w:val="-4"/>
              </w:rPr>
            </w:pPr>
            <w:r w:rsidRPr="00EA5B30">
              <w:rPr>
                <w:b/>
                <w:spacing w:val="-4"/>
              </w:rPr>
              <w:t xml:space="preserve">Денежные взыскания (штрафы) </w:t>
            </w:r>
            <w:r>
              <w:rPr>
                <w:b/>
                <w:spacing w:val="-4"/>
              </w:rPr>
              <w:br/>
            </w:r>
            <w:r w:rsidRPr="00EA5B30">
              <w:rPr>
                <w:b/>
                <w:spacing w:val="-4"/>
              </w:rPr>
              <w:t xml:space="preserve">за нарушение законодательства </w:t>
            </w:r>
            <w:r>
              <w:rPr>
                <w:b/>
                <w:spacing w:val="-4"/>
              </w:rPr>
              <w:br/>
            </w:r>
            <w:r w:rsidRPr="00EA5B30">
              <w:rPr>
                <w:b/>
                <w:spacing w:val="-4"/>
              </w:rPr>
              <w:t>Российской Федерации о госуда</w:t>
            </w:r>
            <w:r w:rsidRPr="00EA5B30">
              <w:rPr>
                <w:b/>
                <w:spacing w:val="-4"/>
              </w:rPr>
              <w:t>р</w:t>
            </w:r>
            <w:r w:rsidRPr="00EA5B30">
              <w:rPr>
                <w:b/>
                <w:spacing w:val="-4"/>
              </w:rPr>
              <w:t xml:space="preserve">ственных внебюджетных фондах </w:t>
            </w:r>
            <w:r>
              <w:rPr>
                <w:b/>
                <w:spacing w:val="-4"/>
              </w:rPr>
              <w:br/>
            </w:r>
            <w:r w:rsidRPr="00EA5B30">
              <w:rPr>
                <w:b/>
                <w:spacing w:val="-4"/>
              </w:rPr>
              <w:t>и о конкретных видах обязател</w:t>
            </w:r>
            <w:r w:rsidRPr="00EA5B30">
              <w:rPr>
                <w:b/>
                <w:spacing w:val="-4"/>
              </w:rPr>
              <w:t>ь</w:t>
            </w:r>
            <w:r w:rsidRPr="00EA5B30">
              <w:rPr>
                <w:b/>
                <w:spacing w:val="-4"/>
              </w:rPr>
              <w:t xml:space="preserve">ного социального страхования, бюджетного законодательства </w:t>
            </w:r>
            <w:r>
              <w:rPr>
                <w:b/>
                <w:spacing w:val="-4"/>
              </w:rPr>
              <w:br/>
            </w:r>
            <w:r w:rsidRPr="00EA5B30">
              <w:rPr>
                <w:b/>
                <w:spacing w:val="-4"/>
              </w:rPr>
              <w:t>(в части бюджетов государстве</w:t>
            </w:r>
            <w:r w:rsidRPr="00EA5B30">
              <w:rPr>
                <w:b/>
                <w:spacing w:val="-4"/>
              </w:rPr>
              <w:t>н</w:t>
            </w:r>
            <w:r w:rsidRPr="00EA5B30">
              <w:rPr>
                <w:b/>
                <w:spacing w:val="-4"/>
              </w:rPr>
              <w:t>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0F55D8">
              <w:rPr>
                <w:b/>
              </w:rPr>
              <w:t>297,</w:t>
            </w:r>
            <w:r>
              <w:rPr>
                <w:b/>
              </w:rPr>
              <w:t>86</w:t>
            </w:r>
          </w:p>
        </w:tc>
      </w:tr>
      <w:tr w:rsidR="00F879D4" w:rsidRPr="00E10D5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D388F" w:rsidRDefault="00F879D4" w:rsidP="00EA5B30">
            <w:pPr>
              <w:widowControl w:val="0"/>
              <w:spacing w:line="223" w:lineRule="auto"/>
            </w:pPr>
            <w:r w:rsidRPr="004D388F">
              <w:t>395 1 16 20040 09 0000 140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D388F" w:rsidRDefault="00F879D4" w:rsidP="00EA5B30">
            <w:pPr>
              <w:widowControl w:val="0"/>
              <w:spacing w:line="223" w:lineRule="auto"/>
              <w:jc w:val="both"/>
            </w:pPr>
            <w:r w:rsidRPr="00340537">
              <w:t>Денежные взыскания (штрафы) за нарушение законодательства Ро</w:t>
            </w:r>
            <w:r w:rsidRPr="00340537">
              <w:t>с</w:t>
            </w:r>
            <w:r w:rsidRPr="00340537">
              <w:t>сийской Федерации о государс</w:t>
            </w:r>
            <w:r w:rsidRPr="00340537">
              <w:t>т</w:t>
            </w:r>
            <w:r w:rsidRPr="00340537">
              <w:t>венных внебюджетных фондах и о конкретных видах обязательного социального страхования, бюдже</w:t>
            </w:r>
            <w:r w:rsidRPr="00340537">
              <w:t>т</w:t>
            </w:r>
            <w:r w:rsidRPr="00340537">
              <w:t>ного законодательства (в части бюджетов территориальных фо</w:t>
            </w:r>
            <w:r w:rsidRPr="00340537">
              <w:t>н</w:t>
            </w:r>
            <w:r w:rsidRPr="00340537">
              <w:t>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</w:p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  <w:r w:rsidRPr="000F55D8">
              <w:t>297,</w:t>
            </w:r>
            <w:r>
              <w:t>86</w:t>
            </w:r>
          </w:p>
        </w:tc>
      </w:tr>
      <w:tr w:rsidR="00F879D4" w:rsidRPr="00E10D5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4A738C">
            <w:pPr>
              <w:spacing w:line="221" w:lineRule="auto"/>
              <w:rPr>
                <w:b/>
              </w:rPr>
            </w:pPr>
            <w:r w:rsidRPr="00F02A7E">
              <w:rPr>
                <w:b/>
              </w:rPr>
              <w:t>000 1 16 21000 00 0000 140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340537">
              <w:rPr>
                <w:b/>
                <w:spacing w:val="-6"/>
              </w:rPr>
              <w:t>Денежные взыскания (штрафы) и иные суммы, взыскиваемые с лиц, виновных в совершении престу</w:t>
            </w:r>
            <w:r w:rsidRPr="00340537">
              <w:rPr>
                <w:b/>
                <w:spacing w:val="-6"/>
              </w:rPr>
              <w:t>п</w:t>
            </w:r>
            <w:r w:rsidRPr="00340537">
              <w:rPr>
                <w:b/>
                <w:spacing w:val="-6"/>
              </w:rPr>
              <w:t>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 w:rsidRPr="000F55D8">
              <w:rPr>
                <w:b/>
              </w:rPr>
              <w:t>155,</w:t>
            </w:r>
            <w:r>
              <w:rPr>
                <w:b/>
              </w:rPr>
              <w:t>27</w:t>
            </w:r>
          </w:p>
        </w:tc>
      </w:tr>
      <w:tr w:rsidR="00F879D4" w:rsidRPr="00E10D5F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E10D5F" w:rsidRDefault="00F879D4" w:rsidP="004A738C">
            <w:pPr>
              <w:widowControl w:val="0"/>
              <w:spacing w:line="221" w:lineRule="auto"/>
            </w:pPr>
            <w:r w:rsidRPr="00E10D5F">
              <w:t>395 1 16 21090 09 0000 140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5221D1" w:rsidRDefault="00F879D4" w:rsidP="004A738C">
            <w:pPr>
              <w:widowControl w:val="0"/>
              <w:spacing w:line="221" w:lineRule="auto"/>
              <w:jc w:val="both"/>
            </w:pPr>
            <w:r w:rsidRPr="00340537">
              <w:rPr>
                <w:spacing w:val="-6"/>
              </w:rPr>
              <w:t>Денежные взыскания (штрафы) и иные суммы, взыскиваемые с лиц, виновных в совершении преступл</w:t>
            </w:r>
            <w:r w:rsidRPr="00340537">
              <w:rPr>
                <w:spacing w:val="-6"/>
              </w:rPr>
              <w:t>е</w:t>
            </w:r>
            <w:r w:rsidRPr="00340537">
              <w:rPr>
                <w:spacing w:val="-6"/>
              </w:rPr>
              <w:t>ний, и в возмещение ущерба имущ</w:t>
            </w:r>
            <w:r w:rsidRPr="00340537">
              <w:rPr>
                <w:spacing w:val="-6"/>
              </w:rPr>
              <w:t>е</w:t>
            </w:r>
            <w:r w:rsidRPr="00340537">
              <w:rPr>
                <w:spacing w:val="-6"/>
              </w:rPr>
              <w:t>ству, зачисляемые в бюджеты терр</w:t>
            </w:r>
            <w:r w:rsidRPr="00340537">
              <w:rPr>
                <w:spacing w:val="-6"/>
              </w:rPr>
              <w:t>и</w:t>
            </w:r>
            <w:r w:rsidRPr="00340537">
              <w:rPr>
                <w:spacing w:val="-6"/>
              </w:rPr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21" w:lineRule="auto"/>
              <w:jc w:val="center"/>
              <w:rPr>
                <w:highlight w:val="yellow"/>
                <w:lang w:val="en-US"/>
              </w:rPr>
            </w:pPr>
            <w:r w:rsidRPr="000F55D8">
              <w:t>155,</w:t>
            </w:r>
            <w:r>
              <w:t>27</w:t>
            </w:r>
          </w:p>
        </w:tc>
      </w:tr>
      <w:tr w:rsidR="00F879D4" w:rsidRPr="00F02A7E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b/>
              </w:rPr>
            </w:pPr>
            <w:r w:rsidRPr="00F02A7E">
              <w:rPr>
                <w:b/>
              </w:rPr>
              <w:t>000 1 16 32000 00 0000 140</w:t>
            </w:r>
          </w:p>
          <w:p w:rsidR="00F879D4" w:rsidRPr="00F02A7E" w:rsidRDefault="00F879D4" w:rsidP="004A738C">
            <w:pPr>
              <w:widowControl w:val="0"/>
              <w:spacing w:line="221" w:lineRule="auto"/>
              <w:rPr>
                <w:b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340537">
              <w:rPr>
                <w:b/>
              </w:rPr>
              <w:t>Денежные взыскания, налага</w:t>
            </w:r>
            <w:r w:rsidRPr="00340537">
              <w:rPr>
                <w:b/>
              </w:rPr>
              <w:t>е</w:t>
            </w:r>
            <w:r w:rsidRPr="00340537">
              <w:rPr>
                <w:b/>
              </w:rPr>
              <w:t>мые в возмещение ущерба, пр</w:t>
            </w:r>
            <w:r w:rsidRPr="00340537">
              <w:rPr>
                <w:b/>
              </w:rPr>
              <w:t>и</w:t>
            </w:r>
            <w:r>
              <w:rPr>
                <w:b/>
              </w:rPr>
              <w:t>чинё</w:t>
            </w:r>
            <w:r w:rsidRPr="00340537">
              <w:rPr>
                <w:b/>
              </w:rPr>
              <w:t>нного в результате незако</w:t>
            </w:r>
            <w:r w:rsidRPr="00340537">
              <w:rPr>
                <w:b/>
              </w:rPr>
              <w:t>н</w:t>
            </w:r>
            <w:r w:rsidRPr="00340537">
              <w:rPr>
                <w:b/>
              </w:rPr>
              <w:t>ного или нецелевого использов</w:t>
            </w:r>
            <w:r w:rsidRPr="00340537">
              <w:rPr>
                <w:b/>
              </w:rPr>
              <w:t>а</w:t>
            </w:r>
            <w:r w:rsidRPr="00340537">
              <w:rPr>
                <w:b/>
              </w:rPr>
              <w:t>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 w:rsidRPr="000F55D8">
              <w:rPr>
                <w:b/>
              </w:rPr>
              <w:t>7011,</w:t>
            </w:r>
            <w:r>
              <w:rPr>
                <w:b/>
              </w:rPr>
              <w:t>57</w:t>
            </w:r>
          </w:p>
        </w:tc>
      </w:tr>
      <w:tr w:rsidR="00F879D4" w:rsidRPr="00C434A4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C434A4" w:rsidRDefault="00F879D4" w:rsidP="004A738C">
            <w:pPr>
              <w:widowControl w:val="0"/>
              <w:spacing w:line="221" w:lineRule="auto"/>
            </w:pPr>
            <w:r>
              <w:t>395</w:t>
            </w:r>
            <w:r w:rsidRPr="00C434A4">
              <w:t xml:space="preserve"> 1 16 32000 09 0000 140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5221D1" w:rsidRDefault="00F879D4" w:rsidP="004A738C">
            <w:pPr>
              <w:widowControl w:val="0"/>
              <w:spacing w:line="221" w:lineRule="auto"/>
              <w:jc w:val="both"/>
            </w:pPr>
            <w:r w:rsidRPr="0075248D">
              <w:t xml:space="preserve">Денежные взыскания, налагаемые в </w:t>
            </w:r>
            <w:r>
              <w:t>возмещение ущерба, причинё</w:t>
            </w:r>
            <w:r w:rsidRPr="0075248D">
              <w:t>нного в результате незаконного или нец</w:t>
            </w:r>
            <w:r w:rsidRPr="0075248D">
              <w:t>е</w:t>
            </w:r>
            <w:r w:rsidRPr="0075248D">
              <w:t>левого использования бюджетных средств (в части территориальных фондов обязательного медицинск</w:t>
            </w:r>
            <w:r w:rsidRPr="0075248D">
              <w:t>о</w:t>
            </w:r>
            <w:r w:rsidRPr="0075248D">
              <w:t>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21" w:lineRule="auto"/>
              <w:jc w:val="center"/>
              <w:rPr>
                <w:highlight w:val="yellow"/>
              </w:rPr>
            </w:pPr>
            <w:r w:rsidRPr="000F55D8">
              <w:t>7011,</w:t>
            </w:r>
            <w:r>
              <w:t>57</w:t>
            </w:r>
          </w:p>
        </w:tc>
      </w:tr>
      <w:tr w:rsidR="00F879D4" w:rsidRPr="00C434A4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BE6FB4" w:rsidRDefault="00F879D4" w:rsidP="004A738C">
            <w:pPr>
              <w:widowControl w:val="0"/>
              <w:spacing w:line="221" w:lineRule="auto"/>
              <w:rPr>
                <w:b/>
              </w:rPr>
            </w:pPr>
            <w:r>
              <w:rPr>
                <w:b/>
              </w:rPr>
              <w:t>000</w:t>
            </w:r>
            <w:r w:rsidRPr="00BE6FB4">
              <w:rPr>
                <w:b/>
              </w:rPr>
              <w:t xml:space="preserve"> 1 16 33</w:t>
            </w:r>
            <w:r>
              <w:rPr>
                <w:b/>
              </w:rPr>
              <w:t>000</w:t>
            </w:r>
            <w:r w:rsidRPr="00BE6FB4">
              <w:rPr>
                <w:b/>
              </w:rPr>
              <w:t xml:space="preserve"> 0</w:t>
            </w:r>
            <w:r>
              <w:rPr>
                <w:b/>
              </w:rPr>
              <w:t>0</w:t>
            </w:r>
            <w:r w:rsidRPr="00BE6FB4">
              <w:rPr>
                <w:b/>
              </w:rPr>
              <w:t xml:space="preserve">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BE6FB4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75248D">
              <w:rPr>
                <w:b/>
              </w:rPr>
              <w:t>Денежные взыскания (штрафы) за нарушение законодательства Российской Федерации о ко</w:t>
            </w:r>
            <w:r w:rsidRPr="0075248D">
              <w:rPr>
                <w:b/>
              </w:rPr>
              <w:t>н</w:t>
            </w:r>
            <w:r w:rsidRPr="0075248D">
              <w:rPr>
                <w:b/>
              </w:rPr>
              <w:t>трактной системе в сфере зак</w:t>
            </w:r>
            <w:r w:rsidRPr="0075248D">
              <w:rPr>
                <w:b/>
              </w:rPr>
              <w:t>у</w:t>
            </w:r>
            <w:r w:rsidRPr="0075248D">
              <w:rPr>
                <w:b/>
              </w:rPr>
              <w:t>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3A418E" w:rsidRDefault="00F879D4" w:rsidP="004A738C">
            <w:pPr>
              <w:widowControl w:val="0"/>
              <w:spacing w:line="221" w:lineRule="auto"/>
              <w:jc w:val="center"/>
              <w:rPr>
                <w:b/>
              </w:rPr>
            </w:pPr>
            <w:r w:rsidRPr="003A418E">
              <w:rPr>
                <w:b/>
              </w:rPr>
              <w:t>20,0</w:t>
            </w:r>
          </w:p>
        </w:tc>
      </w:tr>
      <w:tr w:rsidR="00F879D4" w:rsidRPr="00C434A4" w:rsidTr="00EA5B30">
        <w:trPr>
          <w:trHeight w:val="22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4A738C">
            <w:pPr>
              <w:widowControl w:val="0"/>
              <w:spacing w:line="221" w:lineRule="auto"/>
            </w:pPr>
            <w:r>
              <w:t>161 1 16 33090 09 0000 140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8B4044" w:rsidRDefault="00F879D4" w:rsidP="004A738C">
            <w:pPr>
              <w:widowControl w:val="0"/>
              <w:spacing w:line="221" w:lineRule="auto"/>
              <w:jc w:val="both"/>
            </w:pPr>
            <w:r w:rsidRPr="00B15AC3">
              <w:t>Денежные взыскания (штрафы) за нарушение законодательства Ро</w:t>
            </w:r>
            <w:r w:rsidRPr="00B15AC3">
              <w:t>с</w:t>
            </w:r>
            <w:r w:rsidRPr="00B15AC3">
              <w:t>сийской Федерации о контрактной системе в сфере закупок товаров, работ, услуг для обеспечения гос</w:t>
            </w:r>
            <w:r w:rsidRPr="00B15AC3">
              <w:t>у</w:t>
            </w:r>
            <w:r w:rsidRPr="00B15AC3">
              <w:t>дарственных и муниципальных нужд, зачисляемые в бюджеты те</w:t>
            </w:r>
            <w:r w:rsidRPr="00B15AC3">
              <w:t>р</w:t>
            </w:r>
            <w:r w:rsidRPr="00B15AC3">
              <w:t>риториальных фондов обязательн</w:t>
            </w:r>
            <w:r w:rsidRPr="00B15AC3">
              <w:t>о</w:t>
            </w:r>
            <w:r w:rsidRPr="00B15AC3">
              <w:t>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0F55D8" w:rsidRDefault="00F879D4" w:rsidP="004A738C">
            <w:pPr>
              <w:widowControl w:val="0"/>
              <w:spacing w:line="221" w:lineRule="auto"/>
              <w:jc w:val="center"/>
            </w:pPr>
            <w:r>
              <w:t>20,0</w:t>
            </w:r>
          </w:p>
        </w:tc>
      </w:tr>
      <w:tr w:rsidR="00F879D4" w:rsidRPr="000A4998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21" w:lineRule="auto"/>
              <w:jc w:val="center"/>
              <w:rPr>
                <w:b/>
                <w:spacing w:val="-4"/>
                <w:highlight w:val="yellow"/>
              </w:rPr>
            </w:pPr>
            <w:r>
              <w:rPr>
                <w:b/>
                <w:spacing w:val="-4"/>
              </w:rPr>
              <w:t>10985878,97</w:t>
            </w:r>
          </w:p>
        </w:tc>
      </w:tr>
      <w:tr w:rsidR="00F879D4" w:rsidRPr="006970A2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 от других бюджетов бюджетной си</w:t>
            </w:r>
            <w:r w:rsidRPr="000A4998">
              <w:rPr>
                <w:b/>
              </w:rPr>
              <w:t>с</w:t>
            </w:r>
            <w:r w:rsidRPr="000A4998">
              <w:rPr>
                <w:b/>
              </w:rPr>
              <w:t>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8A3DF1" w:rsidRDefault="00F879D4" w:rsidP="004A738C">
            <w:pPr>
              <w:widowControl w:val="0"/>
              <w:spacing w:line="221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11235806,48</w:t>
            </w:r>
          </w:p>
        </w:tc>
      </w:tr>
      <w:tr w:rsidR="00F879D4" w:rsidRPr="006970A2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t>000 2 02 05000 00 0000 151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A4998" w:rsidRDefault="00F879D4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75248D">
              <w:rPr>
                <w:b/>
              </w:rPr>
              <w:t>Межбюджетные трансферты, п</w:t>
            </w:r>
            <w:r w:rsidRPr="0075248D">
              <w:rPr>
                <w:b/>
              </w:rPr>
              <w:t>е</w:t>
            </w:r>
            <w:r w:rsidRPr="0075248D">
              <w:rPr>
                <w:b/>
              </w:rPr>
              <w:t>редаваемые бюджетам госуда</w:t>
            </w:r>
            <w:r w:rsidRPr="0075248D">
              <w:rPr>
                <w:b/>
              </w:rPr>
              <w:t>р</w:t>
            </w:r>
            <w:r w:rsidRPr="0075248D">
              <w:rPr>
                <w:b/>
              </w:rPr>
              <w:t>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8A3DF1" w:rsidRDefault="00F879D4" w:rsidP="004A738C">
            <w:pPr>
              <w:widowControl w:val="0"/>
              <w:spacing w:line="221" w:lineRule="auto"/>
              <w:jc w:val="center"/>
              <w:rPr>
                <w:b/>
              </w:rPr>
            </w:pPr>
            <w:r w:rsidRPr="00C44B7C">
              <w:rPr>
                <w:b/>
                <w:spacing w:val="-4"/>
              </w:rPr>
              <w:t>11235806,</w:t>
            </w:r>
            <w:r>
              <w:rPr>
                <w:b/>
                <w:spacing w:val="-4"/>
              </w:rPr>
              <w:t>48</w:t>
            </w:r>
          </w:p>
        </w:tc>
      </w:tr>
      <w:tr w:rsidR="00F879D4" w:rsidRPr="00F02A7E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6970A2" w:rsidRDefault="00F879D4" w:rsidP="00EA5B30">
            <w:pPr>
              <w:widowControl w:val="0"/>
              <w:spacing w:line="228" w:lineRule="auto"/>
              <w:rPr>
                <w:b/>
                <w:highlight w:val="red"/>
              </w:rPr>
            </w:pPr>
            <w:r>
              <w:t>395 2 02 05202 09 0000 151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6970A2" w:rsidRDefault="00F879D4" w:rsidP="00EA5B30">
            <w:pPr>
              <w:widowControl w:val="0"/>
              <w:spacing w:line="228" w:lineRule="auto"/>
              <w:jc w:val="both"/>
              <w:rPr>
                <w:b/>
                <w:highlight w:val="red"/>
              </w:rPr>
            </w:pPr>
            <w:r w:rsidRPr="0075248D">
              <w:rPr>
                <w:bCs/>
                <w:spacing w:val="-4"/>
              </w:rPr>
              <w:t>Межбюджетные трансферты из бюджетов субъектов Российской Федерации, передаваемые террит</w:t>
            </w:r>
            <w:r w:rsidRPr="0075248D">
              <w:rPr>
                <w:bCs/>
                <w:spacing w:val="-4"/>
              </w:rPr>
              <w:t>о</w:t>
            </w:r>
            <w:r w:rsidRPr="0075248D">
              <w:rPr>
                <w:bCs/>
                <w:spacing w:val="-4"/>
              </w:rPr>
              <w:t>риальным фондам обязательного медицинского страхования на д</w:t>
            </w:r>
            <w:r w:rsidRPr="0075248D">
              <w:rPr>
                <w:bCs/>
                <w:spacing w:val="-4"/>
              </w:rPr>
              <w:t>о</w:t>
            </w:r>
            <w:r w:rsidRPr="0075248D">
              <w:rPr>
                <w:bCs/>
                <w:spacing w:val="-4"/>
              </w:rPr>
              <w:t>полнительное финансовое обеспеч</w:t>
            </w:r>
            <w:r w:rsidRPr="0075248D">
              <w:rPr>
                <w:bCs/>
                <w:spacing w:val="-4"/>
              </w:rPr>
              <w:t>е</w:t>
            </w:r>
            <w:r w:rsidRPr="0075248D">
              <w:rPr>
                <w:bCs/>
                <w:spacing w:val="-4"/>
              </w:rPr>
              <w:t>ние реализации территориальной программы обязательного медици</w:t>
            </w:r>
            <w:r w:rsidRPr="0075248D">
              <w:rPr>
                <w:bCs/>
                <w:spacing w:val="-4"/>
              </w:rPr>
              <w:t>н</w:t>
            </w:r>
            <w:r w:rsidRPr="0075248D">
              <w:rPr>
                <w:bCs/>
                <w:spacing w:val="-4"/>
              </w:rPr>
              <w:t>ского страхования в части базовой программы обязательного медици</w:t>
            </w:r>
            <w:r w:rsidRPr="0075248D">
              <w:rPr>
                <w:bCs/>
                <w:spacing w:val="-4"/>
              </w:rPr>
              <w:t>н</w:t>
            </w:r>
            <w:r w:rsidRPr="0075248D">
              <w:rPr>
                <w:bCs/>
                <w:spacing w:val="-4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  <w:rPr>
                <w:sz w:val="20"/>
              </w:rPr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  <w:rPr>
                <w:sz w:val="38"/>
                <w:szCs w:val="38"/>
              </w:rPr>
            </w:pPr>
          </w:p>
          <w:p w:rsidR="00F879D4" w:rsidRPr="008A3DF1" w:rsidRDefault="00F879D4" w:rsidP="004A738C">
            <w:pPr>
              <w:widowControl w:val="0"/>
              <w:spacing w:line="233" w:lineRule="auto"/>
              <w:jc w:val="center"/>
              <w:rPr>
                <w:b/>
              </w:rPr>
            </w:pPr>
            <w:r w:rsidRPr="008A3DF1">
              <w:t>408090,</w:t>
            </w:r>
            <w:r>
              <w:t>26</w:t>
            </w:r>
          </w:p>
        </w:tc>
      </w:tr>
      <w:tr w:rsidR="00F879D4" w:rsidRPr="00430227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30227" w:rsidRDefault="00F879D4" w:rsidP="00EA5B30">
            <w:pPr>
              <w:widowControl w:val="0"/>
              <w:spacing w:line="228" w:lineRule="auto"/>
            </w:pPr>
            <w:r w:rsidRPr="00F02A7E">
              <w:rPr>
                <w:b/>
              </w:rPr>
              <w:t>000 2 02 05800 09 0000 151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E2B50" w:rsidRDefault="00F879D4" w:rsidP="00EA5B30">
            <w:pPr>
              <w:widowControl w:val="0"/>
              <w:spacing w:line="228" w:lineRule="auto"/>
              <w:jc w:val="both"/>
              <w:rPr>
                <w:spacing w:val="-4"/>
              </w:rPr>
            </w:pPr>
            <w:r w:rsidRPr="0075248D">
              <w:rPr>
                <w:b/>
                <w:bCs/>
                <w:spacing w:val="-4"/>
              </w:rPr>
              <w:t>Средства Федерального фонда обязательного медицинского страхования, передаваемые бю</w:t>
            </w:r>
            <w:r w:rsidRPr="0075248D">
              <w:rPr>
                <w:b/>
                <w:bCs/>
                <w:spacing w:val="-4"/>
              </w:rPr>
              <w:t>д</w:t>
            </w:r>
            <w:r w:rsidRPr="0075248D">
              <w:rPr>
                <w:b/>
                <w:bCs/>
                <w:spacing w:val="-4"/>
              </w:rPr>
              <w:t>жетам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4A738C">
            <w:pPr>
              <w:widowControl w:val="0"/>
              <w:spacing w:line="233" w:lineRule="auto"/>
              <w:jc w:val="center"/>
              <w:rPr>
                <w:b/>
                <w:spacing w:val="-4"/>
                <w:highlight w:val="yellow"/>
              </w:rPr>
            </w:pPr>
          </w:p>
          <w:p w:rsidR="00F879D4" w:rsidRDefault="00F879D4" w:rsidP="004A738C">
            <w:pPr>
              <w:widowControl w:val="0"/>
              <w:spacing w:line="233" w:lineRule="auto"/>
              <w:jc w:val="center"/>
              <w:rPr>
                <w:b/>
                <w:spacing w:val="-4"/>
                <w:highlight w:val="yellow"/>
              </w:rPr>
            </w:pPr>
          </w:p>
          <w:p w:rsidR="00F879D4" w:rsidRDefault="00F879D4" w:rsidP="004A738C">
            <w:pPr>
              <w:widowControl w:val="0"/>
              <w:spacing w:line="233" w:lineRule="auto"/>
              <w:jc w:val="center"/>
              <w:rPr>
                <w:b/>
                <w:spacing w:val="-4"/>
                <w:highlight w:val="yellow"/>
              </w:rPr>
            </w:pPr>
          </w:p>
          <w:p w:rsidR="00F879D4" w:rsidRDefault="00F879D4" w:rsidP="004A738C">
            <w:pPr>
              <w:widowControl w:val="0"/>
              <w:spacing w:line="233" w:lineRule="auto"/>
              <w:jc w:val="center"/>
              <w:rPr>
                <w:b/>
                <w:spacing w:val="-4"/>
                <w:highlight w:val="yellow"/>
              </w:rPr>
            </w:pPr>
          </w:p>
          <w:p w:rsidR="00F879D4" w:rsidRDefault="00F879D4" w:rsidP="004A738C">
            <w:pPr>
              <w:widowControl w:val="0"/>
              <w:spacing w:line="233" w:lineRule="auto"/>
              <w:jc w:val="center"/>
              <w:rPr>
                <w:b/>
                <w:spacing w:val="-4"/>
                <w:highlight w:val="yellow"/>
              </w:rPr>
            </w:pPr>
          </w:p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spacing w:val="-4"/>
                <w:highlight w:val="yellow"/>
              </w:rPr>
            </w:pPr>
            <w:r w:rsidRPr="00C44B7C">
              <w:rPr>
                <w:b/>
                <w:spacing w:val="-4"/>
              </w:rPr>
              <w:t>10663860,0</w:t>
            </w:r>
            <w:r>
              <w:rPr>
                <w:b/>
                <w:spacing w:val="-4"/>
              </w:rPr>
              <w:t>2</w:t>
            </w:r>
          </w:p>
        </w:tc>
      </w:tr>
      <w:tr w:rsidR="00F879D4" w:rsidRPr="00F02A7E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F55D8" w:rsidRDefault="00F879D4" w:rsidP="00EA5B30">
            <w:pPr>
              <w:widowControl w:val="0"/>
              <w:spacing w:line="228" w:lineRule="auto"/>
              <w:rPr>
                <w:b/>
                <w:highlight w:val="yellow"/>
              </w:rPr>
            </w:pPr>
            <w:r>
              <w:t>395</w:t>
            </w:r>
            <w:r w:rsidRPr="003E534D">
              <w:t xml:space="preserve"> 2 02 05812 09 0000 151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0F55D8" w:rsidRDefault="00F879D4" w:rsidP="00EA5B3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  <w:highlight w:val="yellow"/>
              </w:rPr>
            </w:pPr>
            <w:r w:rsidRPr="0075248D">
              <w:t>Субвенции бюджетам территор</w:t>
            </w:r>
            <w:r w:rsidRPr="0075248D">
              <w:t>и</w:t>
            </w:r>
            <w:r w:rsidRPr="0075248D">
              <w:t>альных фондов обязательного м</w:t>
            </w:r>
            <w:r w:rsidRPr="0075248D">
              <w:t>е</w:t>
            </w:r>
            <w:r w:rsidRPr="0075248D">
              <w:t>дицинского страхования на фина</w:t>
            </w:r>
            <w:r w:rsidRPr="0075248D">
              <w:t>н</w:t>
            </w:r>
            <w:r w:rsidRPr="0075248D">
              <w:t>совое обеспечение организации обязательного медицинского стр</w:t>
            </w:r>
            <w:r w:rsidRPr="0075248D">
              <w:t>а</w:t>
            </w:r>
            <w:r w:rsidRPr="0075248D">
              <w:t>хования на территориях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0F55D8" w:rsidRDefault="00F879D4" w:rsidP="004A738C">
            <w:pPr>
              <w:widowControl w:val="0"/>
              <w:spacing w:line="233" w:lineRule="auto"/>
              <w:jc w:val="center"/>
              <w:rPr>
                <w:highlight w:val="yellow"/>
              </w:rPr>
            </w:pPr>
            <w:r w:rsidRPr="000F55D8">
              <w:t>10562121,0</w:t>
            </w:r>
            <w:r>
              <w:t>2</w:t>
            </w:r>
          </w:p>
        </w:tc>
      </w:tr>
      <w:tr w:rsidR="00F879D4" w:rsidRPr="00DE1B0E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B1647F" w:rsidRDefault="00F879D4" w:rsidP="00EA5B30">
            <w:pPr>
              <w:widowControl w:val="0"/>
              <w:autoSpaceDE w:val="0"/>
              <w:autoSpaceDN w:val="0"/>
              <w:adjustRightInd w:val="0"/>
              <w:spacing w:line="228" w:lineRule="auto"/>
            </w:pPr>
            <w:r w:rsidRPr="0033690D">
              <w:t>395 2 02 05813 09 0000 151</w:t>
            </w:r>
            <w:r>
              <w:tab/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B1647F" w:rsidRDefault="00F879D4" w:rsidP="00EA5B30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75248D">
              <w:t>Межбюджетные трансферты, пер</w:t>
            </w:r>
            <w:r w:rsidRPr="0075248D">
              <w:t>е</w:t>
            </w:r>
            <w:r w:rsidRPr="0075248D">
              <w:t>даваемые бюджетам территориал</w:t>
            </w:r>
            <w:r w:rsidRPr="0075248D">
              <w:t>ь</w:t>
            </w:r>
            <w:r w:rsidRPr="0075248D">
              <w:t>ных фондов обязательного мед</w:t>
            </w:r>
            <w:r w:rsidRPr="0075248D">
              <w:t>и</w:t>
            </w:r>
            <w:r w:rsidRPr="0075248D">
              <w:t>цинского страхования на един</w:t>
            </w:r>
            <w:r w:rsidRPr="0075248D">
              <w:t>о</w:t>
            </w:r>
            <w:r w:rsidRPr="0075248D">
              <w:t>временные компенсационные в</w:t>
            </w:r>
            <w:r w:rsidRPr="0075248D">
              <w:t>ы</w:t>
            </w:r>
            <w:r w:rsidRPr="0075248D">
              <w:t>платы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sz w:val="32"/>
                <w:szCs w:val="32"/>
                <w:highlight w:val="yellow"/>
              </w:rPr>
            </w:pPr>
          </w:p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sz w:val="32"/>
                <w:szCs w:val="32"/>
                <w:highlight w:val="yellow"/>
              </w:rPr>
            </w:pPr>
          </w:p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sz w:val="44"/>
                <w:szCs w:val="32"/>
                <w:highlight w:val="yellow"/>
              </w:rPr>
            </w:pPr>
          </w:p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highlight w:val="yellow"/>
              </w:rPr>
            </w:pPr>
            <w:r w:rsidRPr="000F55D8">
              <w:t>32500,0</w:t>
            </w:r>
          </w:p>
        </w:tc>
      </w:tr>
      <w:tr w:rsidR="00F879D4" w:rsidRPr="00F02A7E" w:rsidTr="00EA5B30">
        <w:trPr>
          <w:trHeight w:val="119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9F6EC3" w:rsidRDefault="00F879D4" w:rsidP="00EA5B30">
            <w:pPr>
              <w:widowControl w:val="0"/>
              <w:spacing w:line="228" w:lineRule="auto"/>
            </w:pPr>
            <w:r>
              <w:t xml:space="preserve">395 </w:t>
            </w:r>
            <w:r w:rsidRPr="00555507">
              <w:t>2 02 05815 09 0000 151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9F6EC3" w:rsidRDefault="00F879D4" w:rsidP="00EA5B30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555507">
              <w:t>Межбюджетные трансферты, пер</w:t>
            </w:r>
            <w:r w:rsidRPr="00555507">
              <w:t>е</w:t>
            </w:r>
            <w:r w:rsidRPr="00555507">
              <w:t>даваемые бюджетам территориал</w:t>
            </w:r>
            <w:r w:rsidRPr="00555507">
              <w:t>ь</w:t>
            </w:r>
            <w:r w:rsidRPr="00555507">
              <w:t>ных фондов обязательного мед</w:t>
            </w:r>
            <w:r w:rsidRPr="00555507">
              <w:t>и</w:t>
            </w:r>
            <w:r w:rsidRPr="00555507">
              <w:t>цинского страхования на дополн</w:t>
            </w:r>
            <w:r w:rsidRPr="00555507">
              <w:t>и</w:t>
            </w:r>
            <w:r w:rsidRPr="00555507">
              <w:t>тельное финансовое обеспечение территориальных программ обяз</w:t>
            </w:r>
            <w:r w:rsidRPr="00555507">
              <w:t>а</w:t>
            </w:r>
            <w:r w:rsidRPr="00555507">
              <w:t>тельного медицинского страхов</w:t>
            </w:r>
            <w:r w:rsidRPr="00555507">
              <w:t>а</w:t>
            </w:r>
            <w:r w:rsidRPr="00555507"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highlight w:val="yellow"/>
              </w:rPr>
            </w:pPr>
            <w:r>
              <w:t>69239,0</w:t>
            </w:r>
          </w:p>
        </w:tc>
      </w:tr>
      <w:tr w:rsidR="00F879D4" w:rsidRPr="00F02A7E" w:rsidTr="00EA5B30">
        <w:trPr>
          <w:trHeight w:val="119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EA5B30">
            <w:pPr>
              <w:widowControl w:val="0"/>
              <w:spacing w:line="228" w:lineRule="auto"/>
              <w:rPr>
                <w:b/>
              </w:rPr>
            </w:pPr>
            <w:r w:rsidRPr="008B4044">
              <w:rPr>
                <w:b/>
              </w:rPr>
              <w:t>395 2 02 05999 00 0000 151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E5779B" w:rsidRDefault="00F879D4" w:rsidP="00EA5B30">
            <w:pPr>
              <w:widowControl w:val="0"/>
              <w:spacing w:line="228" w:lineRule="auto"/>
              <w:jc w:val="both"/>
              <w:rPr>
                <w:b/>
                <w:bCs/>
                <w:spacing w:val="-2"/>
              </w:rPr>
            </w:pPr>
            <w:r w:rsidRPr="0075248D">
              <w:rPr>
                <w:b/>
              </w:rPr>
              <w:t>Прочие межбюджетные тран</w:t>
            </w:r>
            <w:r w:rsidRPr="0075248D">
              <w:rPr>
                <w:b/>
              </w:rPr>
              <w:t>с</w:t>
            </w:r>
            <w:r w:rsidRPr="0075248D">
              <w:rPr>
                <w:b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b/>
                <w:highlight w:val="yellow"/>
              </w:rPr>
            </w:pPr>
            <w:r w:rsidRPr="00555507">
              <w:rPr>
                <w:b/>
              </w:rPr>
              <w:t>163856,2</w:t>
            </w:r>
          </w:p>
        </w:tc>
      </w:tr>
      <w:tr w:rsidR="00F879D4" w:rsidRPr="009F6EC3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8B4044" w:rsidRDefault="00F879D4" w:rsidP="00EA5B30">
            <w:pPr>
              <w:widowControl w:val="0"/>
              <w:spacing w:line="228" w:lineRule="auto"/>
              <w:rPr>
                <w:b/>
              </w:rPr>
            </w:pPr>
            <w:r w:rsidRPr="009F6EC3">
              <w:t>395 2 02 05999 09 0000 151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8B4044" w:rsidRDefault="00F879D4" w:rsidP="00EA5B3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75248D">
              <w:t>Прочие межбюджетные трансфе</w:t>
            </w:r>
            <w:r w:rsidRPr="0075248D">
              <w:t>р</w:t>
            </w:r>
            <w:r w:rsidRPr="0075248D">
              <w:t>ты, передаваемые бюджетам терр</w:t>
            </w:r>
            <w:r w:rsidRPr="0075248D">
              <w:t>и</w:t>
            </w:r>
            <w:r w:rsidRPr="0075248D"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4A738C">
            <w:pPr>
              <w:widowControl w:val="0"/>
              <w:spacing w:line="233" w:lineRule="auto"/>
              <w:jc w:val="center"/>
              <w:rPr>
                <w:b/>
                <w:highlight w:val="yellow"/>
              </w:rPr>
            </w:pPr>
            <w:r w:rsidRPr="00555507">
              <w:t>163856,2</w:t>
            </w:r>
          </w:p>
        </w:tc>
      </w:tr>
      <w:tr w:rsidR="00F879D4" w:rsidRPr="00F02A7E" w:rsidTr="00EA5B30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9F6EC3" w:rsidRDefault="00F879D4" w:rsidP="00EA5B30">
            <w:pPr>
              <w:widowControl w:val="0"/>
              <w:spacing w:line="223" w:lineRule="auto"/>
            </w:pPr>
            <w:r w:rsidRPr="004F7A6D">
              <w:rPr>
                <w:b/>
              </w:rPr>
              <w:t>000 2 18 00000 00 0000 00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9F6EC3" w:rsidRDefault="00F879D4" w:rsidP="00EA5B30">
            <w:pPr>
              <w:autoSpaceDE w:val="0"/>
              <w:autoSpaceDN w:val="0"/>
              <w:adjustRightInd w:val="0"/>
              <w:spacing w:line="223" w:lineRule="auto"/>
              <w:jc w:val="both"/>
            </w:pPr>
            <w:r w:rsidRPr="004F7A6D">
              <w:rPr>
                <w:b/>
              </w:rPr>
              <w:t>Доходы бюджетов бюджетной системы Российской Федерации от возврата бюджетами бюдже</w:t>
            </w:r>
            <w:r w:rsidRPr="004F7A6D">
              <w:rPr>
                <w:b/>
              </w:rPr>
              <w:t>т</w:t>
            </w:r>
            <w:r w:rsidRPr="004F7A6D">
              <w:rPr>
                <w:b/>
              </w:rPr>
              <w:t>ной системы Российской Федер</w:t>
            </w:r>
            <w:r w:rsidRPr="004F7A6D">
              <w:rPr>
                <w:b/>
              </w:rPr>
              <w:t>а</w:t>
            </w:r>
            <w:r w:rsidRPr="004F7A6D">
              <w:rPr>
                <w:b/>
              </w:rPr>
              <w:t>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555507" w:rsidRDefault="00F879D4" w:rsidP="00EA5B30">
            <w:pPr>
              <w:widowControl w:val="0"/>
              <w:spacing w:line="223" w:lineRule="auto"/>
              <w:jc w:val="center"/>
            </w:pPr>
            <w:r w:rsidRPr="00555507">
              <w:rPr>
                <w:b/>
              </w:rPr>
              <w:t>1665,0</w:t>
            </w:r>
          </w:p>
        </w:tc>
      </w:tr>
      <w:tr w:rsidR="00F879D4" w:rsidRPr="00F02A7E" w:rsidTr="00EA5B30">
        <w:trPr>
          <w:trHeight w:val="160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F7A6D" w:rsidRDefault="00F879D4" w:rsidP="00EA5B30">
            <w:pPr>
              <w:widowControl w:val="0"/>
              <w:spacing w:line="223" w:lineRule="auto"/>
              <w:rPr>
                <w:b/>
              </w:rPr>
            </w:pPr>
            <w:r w:rsidRPr="004F7A6D">
              <w:rPr>
                <w:b/>
              </w:rPr>
              <w:t>000 2 18 00000 00 0000 151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F7A6D" w:rsidRDefault="00F879D4" w:rsidP="00EA5B30">
            <w:pPr>
              <w:widowControl w:val="0"/>
              <w:spacing w:line="223" w:lineRule="auto"/>
              <w:jc w:val="both"/>
              <w:rPr>
                <w:b/>
              </w:rPr>
            </w:pPr>
            <w:r w:rsidRPr="0075248D">
              <w:rPr>
                <w:b/>
              </w:rPr>
              <w:t>Доходы бюджетов бюджетной системы Российской Федерации от возврата бюджетами бюдже</w:t>
            </w:r>
            <w:r w:rsidRPr="0075248D">
              <w:rPr>
                <w:b/>
              </w:rPr>
              <w:t>т</w:t>
            </w:r>
            <w:r w:rsidRPr="0075248D">
              <w:rPr>
                <w:b/>
              </w:rPr>
              <w:t>ной системы Российской Федер</w:t>
            </w:r>
            <w:r w:rsidRPr="0075248D">
              <w:rPr>
                <w:b/>
              </w:rPr>
              <w:t>а</w:t>
            </w:r>
            <w:r w:rsidRPr="0075248D">
              <w:rPr>
                <w:b/>
              </w:rPr>
              <w:t>ции остатков субсидий, субве</w:t>
            </w:r>
            <w:r w:rsidRPr="0075248D">
              <w:rPr>
                <w:b/>
              </w:rPr>
              <w:t>н</w:t>
            </w:r>
            <w:r w:rsidRPr="0075248D">
              <w:rPr>
                <w:b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555507">
              <w:rPr>
                <w:b/>
              </w:rPr>
              <w:t>1665,0</w:t>
            </w:r>
          </w:p>
        </w:tc>
      </w:tr>
      <w:tr w:rsidR="00F879D4" w:rsidRPr="00F02A7E" w:rsidTr="00EA5B30">
        <w:trPr>
          <w:trHeight w:val="160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F7A6D" w:rsidRDefault="00F879D4" w:rsidP="00EA5B30">
            <w:pPr>
              <w:widowControl w:val="0"/>
              <w:spacing w:line="223" w:lineRule="auto"/>
              <w:rPr>
                <w:b/>
              </w:rPr>
            </w:pPr>
            <w:r>
              <w:t>395 2 18 06040 09 0000 151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F7A6D" w:rsidRDefault="00F879D4" w:rsidP="00EA5B30">
            <w:pPr>
              <w:widowControl w:val="0"/>
              <w:spacing w:line="223" w:lineRule="auto"/>
              <w:jc w:val="both"/>
              <w:rPr>
                <w:b/>
              </w:rPr>
            </w:pPr>
            <w:r w:rsidRPr="0075248D">
              <w:t>Доходы бюджетов территориал</w:t>
            </w:r>
            <w:r w:rsidRPr="0075248D">
              <w:t>ь</w:t>
            </w:r>
            <w:r w:rsidRPr="0075248D">
              <w:t>ных фондов обязательного мед</w:t>
            </w:r>
            <w:r w:rsidRPr="0075248D">
              <w:t>и</w:t>
            </w:r>
            <w:r w:rsidRPr="0075248D">
              <w:t>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D1A8F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555507">
              <w:t>1665,0</w:t>
            </w:r>
          </w:p>
        </w:tc>
      </w:tr>
      <w:tr w:rsidR="00F879D4" w:rsidRPr="00F02A7E" w:rsidTr="00EA5B30">
        <w:trPr>
          <w:trHeight w:val="110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33690D" w:rsidRDefault="00F879D4" w:rsidP="00EA5B30">
            <w:pPr>
              <w:widowControl w:val="0"/>
              <w:spacing w:line="223" w:lineRule="auto"/>
            </w:pPr>
            <w:r w:rsidRPr="00F02A7E">
              <w:rPr>
                <w:b/>
              </w:rPr>
              <w:t>000 2 19 00000 00 0000 000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33690D" w:rsidRDefault="00F879D4" w:rsidP="00EA5B30">
            <w:pPr>
              <w:widowControl w:val="0"/>
              <w:spacing w:line="223" w:lineRule="auto"/>
              <w:jc w:val="both"/>
            </w:pPr>
            <w:r w:rsidRPr="00F02A7E">
              <w:rPr>
                <w:b/>
              </w:rPr>
              <w:t>Возврат остатков субсидий, су</w:t>
            </w:r>
            <w:r w:rsidRPr="00F02A7E">
              <w:rPr>
                <w:b/>
              </w:rPr>
              <w:t>б</w:t>
            </w:r>
            <w:r w:rsidRPr="00F02A7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3A418E" w:rsidRDefault="00F879D4" w:rsidP="00EA5B30">
            <w:pPr>
              <w:widowControl w:val="0"/>
              <w:spacing w:line="223" w:lineRule="auto"/>
              <w:jc w:val="center"/>
              <w:rPr>
                <w:b/>
                <w:highlight w:val="yellow"/>
              </w:rPr>
            </w:pPr>
            <w:r w:rsidRPr="003A418E">
              <w:rPr>
                <w:b/>
              </w:rPr>
              <w:t>-251592,51</w:t>
            </w:r>
          </w:p>
        </w:tc>
      </w:tr>
      <w:tr w:rsidR="00F879D4" w:rsidRPr="00430227" w:rsidTr="00EA5B30">
        <w:trPr>
          <w:trHeight w:val="2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30227" w:rsidRDefault="00F879D4" w:rsidP="00EA5B30">
            <w:pPr>
              <w:widowControl w:val="0"/>
              <w:spacing w:line="223" w:lineRule="auto"/>
            </w:pPr>
            <w:r w:rsidRPr="00555507">
              <w:t>395 2 19 060</w:t>
            </w:r>
            <w:r>
              <w:t>24</w:t>
            </w:r>
            <w:r w:rsidRPr="00555507">
              <w:t xml:space="preserve">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F02A7E" w:rsidRDefault="00F879D4" w:rsidP="00EA5B30">
            <w:pPr>
              <w:widowControl w:val="0"/>
              <w:spacing w:line="223" w:lineRule="auto"/>
              <w:jc w:val="both"/>
              <w:rPr>
                <w:spacing w:val="-6"/>
              </w:rPr>
            </w:pPr>
            <w:r w:rsidRPr="0075248D">
              <w:t>Возврат остатков субсидий, су</w:t>
            </w:r>
            <w:r w:rsidRPr="0075248D">
              <w:t>б</w:t>
            </w:r>
            <w:r w:rsidRPr="0075248D">
              <w:t>венций и иных межбюджетных трансфертов, имеющих целевое н</w:t>
            </w:r>
            <w:r w:rsidRPr="0075248D">
              <w:t>а</w:t>
            </w:r>
            <w:r w:rsidRPr="0075248D">
              <w:t>значение, прошлых лет из бюдж</w:t>
            </w:r>
            <w:r w:rsidRPr="0075248D">
              <w:t>е</w:t>
            </w:r>
            <w:r w:rsidRPr="0075248D">
              <w:t>тов территориальных фондов об</w:t>
            </w:r>
            <w:r w:rsidRPr="0075248D">
              <w:t>я</w:t>
            </w:r>
            <w:r w:rsidRPr="0075248D">
              <w:t>зательного медицинского страх</w:t>
            </w:r>
            <w:r w:rsidRPr="0075248D">
              <w:t>о</w:t>
            </w:r>
            <w:r w:rsidRPr="0075248D">
              <w:t>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555507" w:rsidRDefault="00F879D4" w:rsidP="00EA5B30">
            <w:pPr>
              <w:widowControl w:val="0"/>
              <w:spacing w:line="223" w:lineRule="auto"/>
              <w:jc w:val="center"/>
              <w:rPr>
                <w:highlight w:val="yellow"/>
              </w:rPr>
            </w:pPr>
            <w:r w:rsidRPr="00555507">
              <w:t>-33967,06</w:t>
            </w:r>
          </w:p>
        </w:tc>
      </w:tr>
      <w:tr w:rsidR="00F879D4" w:rsidRPr="00430227" w:rsidTr="00EA5B30">
        <w:trPr>
          <w:trHeight w:val="2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555507" w:rsidRDefault="00F879D4" w:rsidP="00EA5B30">
            <w:pPr>
              <w:widowControl w:val="0"/>
              <w:spacing w:line="223" w:lineRule="auto"/>
            </w:pPr>
            <w:r w:rsidRPr="00065F27">
              <w:t>395 2 19 060</w:t>
            </w:r>
            <w:r>
              <w:t>80</w:t>
            </w:r>
            <w:r w:rsidRPr="00065F27">
              <w:t xml:space="preserve"> 09 0000 151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555507" w:rsidRDefault="00F879D4" w:rsidP="00EA5B30">
            <w:pPr>
              <w:widowControl w:val="0"/>
              <w:spacing w:line="223" w:lineRule="auto"/>
              <w:jc w:val="both"/>
            </w:pPr>
            <w:r w:rsidRPr="0075248D">
              <w:t>Возврат остатков субсидий, су</w:t>
            </w:r>
            <w:r w:rsidRPr="0075248D">
              <w:t>б</w:t>
            </w:r>
            <w:r w:rsidRPr="0075248D">
              <w:t>венций и иных межбюджетных трансфертов, имеющих целевое н</w:t>
            </w:r>
            <w:r w:rsidRPr="0075248D">
              <w:t>а</w:t>
            </w:r>
            <w:r w:rsidRPr="0075248D">
              <w:t>значение, прошлых лет в бюджет Федерального фонда обязательного медицинского страхования из бюджетов территориальных фо</w:t>
            </w:r>
            <w:r w:rsidRPr="0075248D">
              <w:t>н</w:t>
            </w:r>
            <w:r w:rsidRPr="0075248D"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555507" w:rsidRDefault="00F879D4" w:rsidP="00EA5B30">
            <w:pPr>
              <w:widowControl w:val="0"/>
              <w:spacing w:line="223" w:lineRule="auto"/>
              <w:jc w:val="center"/>
            </w:pPr>
            <w:r w:rsidRPr="00555507">
              <w:t>-217625,</w:t>
            </w:r>
            <w:r>
              <w:t>45</w:t>
            </w:r>
          </w:p>
        </w:tc>
      </w:tr>
      <w:tr w:rsidR="00F879D4" w:rsidRPr="00430227" w:rsidTr="00EA5B30">
        <w:trPr>
          <w:trHeight w:val="3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879D4" w:rsidRPr="00430227" w:rsidRDefault="00F879D4" w:rsidP="00EA5B30">
            <w:pPr>
              <w:widowControl w:val="0"/>
              <w:spacing w:line="223" w:lineRule="auto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EA5B30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b/>
              </w:rPr>
            </w:pPr>
          </w:p>
          <w:p w:rsidR="00F879D4" w:rsidRPr="00430227" w:rsidRDefault="00F879D4" w:rsidP="00EA5B30">
            <w:pPr>
              <w:autoSpaceDE w:val="0"/>
              <w:autoSpaceDN w:val="0"/>
              <w:adjustRightInd w:val="0"/>
              <w:spacing w:line="223" w:lineRule="auto"/>
              <w:jc w:val="both"/>
            </w:pPr>
            <w:r w:rsidRPr="00F02A7E">
              <w:rPr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EA5B30">
            <w:pPr>
              <w:widowControl w:val="0"/>
              <w:spacing w:line="223" w:lineRule="auto"/>
              <w:jc w:val="center"/>
              <w:rPr>
                <w:b/>
                <w:spacing w:val="-4"/>
              </w:rPr>
            </w:pPr>
          </w:p>
          <w:p w:rsidR="00F879D4" w:rsidRPr="00555507" w:rsidRDefault="00F879D4" w:rsidP="00EA5B30">
            <w:pPr>
              <w:widowControl w:val="0"/>
              <w:spacing w:line="223" w:lineRule="auto"/>
              <w:jc w:val="center"/>
            </w:pPr>
            <w:r w:rsidRPr="005157FD">
              <w:rPr>
                <w:b/>
                <w:spacing w:val="-4"/>
              </w:rPr>
              <w:t>10993606,3</w:t>
            </w:r>
            <w:r>
              <w:rPr>
                <w:b/>
                <w:spacing w:val="-4"/>
              </w:rPr>
              <w:t>1</w:t>
            </w:r>
          </w:p>
        </w:tc>
      </w:tr>
    </w:tbl>
    <w:p w:rsidR="00F879D4" w:rsidRPr="00EA5B30" w:rsidRDefault="00F879D4" w:rsidP="00EA5B30">
      <w:pPr>
        <w:spacing w:line="223" w:lineRule="auto"/>
        <w:jc w:val="center"/>
        <w:rPr>
          <w:sz w:val="12"/>
          <w:szCs w:val="6"/>
        </w:rPr>
      </w:pPr>
    </w:p>
    <w:p w:rsidR="00F879D4" w:rsidRDefault="00F879D4" w:rsidP="00EA5B30">
      <w:pPr>
        <w:spacing w:line="223" w:lineRule="auto"/>
        <w:jc w:val="center"/>
      </w:pPr>
      <w:r>
        <w:t>________________</w:t>
      </w:r>
    </w:p>
    <w:p w:rsidR="00F879D4" w:rsidRDefault="00F879D4" w:rsidP="00A22057">
      <w:pPr>
        <w:sectPr w:rsidR="00F879D4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F879D4" w:rsidRDefault="00F879D4" w:rsidP="00C41391">
      <w:pPr>
        <w:spacing w:line="360" w:lineRule="auto"/>
        <w:ind w:left="6096"/>
        <w:jc w:val="center"/>
      </w:pPr>
      <w:r>
        <w:t>П</w:t>
      </w:r>
      <w:r w:rsidRPr="006A1857">
        <w:t xml:space="preserve">РИЛОЖЕНИЕ </w:t>
      </w:r>
      <w:r>
        <w:t>3</w:t>
      </w:r>
    </w:p>
    <w:p w:rsidR="00F879D4" w:rsidRDefault="00F879D4" w:rsidP="00C41391">
      <w:pPr>
        <w:ind w:left="6096"/>
        <w:jc w:val="center"/>
      </w:pPr>
      <w:r w:rsidRPr="006A1857">
        <w:t>к Закону Ульяновской области</w:t>
      </w:r>
    </w:p>
    <w:p w:rsidR="00F879D4" w:rsidRDefault="00F879D4" w:rsidP="00C41391">
      <w:pPr>
        <w:ind w:left="6096"/>
        <w:jc w:val="center"/>
      </w:pPr>
      <w:r w:rsidRPr="006A1857">
        <w:t>«О</w:t>
      </w:r>
      <w:r>
        <w:t xml:space="preserve">б исполнении </w:t>
      </w:r>
      <w:r w:rsidRPr="006A1857">
        <w:t xml:space="preserve"> бюджет</w:t>
      </w:r>
      <w:r>
        <w:t>а</w:t>
      </w:r>
    </w:p>
    <w:p w:rsidR="00F879D4" w:rsidRDefault="00F879D4" w:rsidP="00C41391">
      <w:pPr>
        <w:ind w:left="6096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F879D4" w:rsidRDefault="00F879D4" w:rsidP="00C41391">
      <w:pPr>
        <w:ind w:left="6096"/>
        <w:jc w:val="center"/>
      </w:pPr>
      <w:r w:rsidRPr="006A1857">
        <w:t>обязательного</w:t>
      </w:r>
      <w:r>
        <w:t xml:space="preserve"> </w:t>
      </w:r>
      <w:r w:rsidRPr="006A1857">
        <w:t>медицинского</w:t>
      </w:r>
    </w:p>
    <w:p w:rsidR="00F879D4" w:rsidRDefault="00F879D4" w:rsidP="00C41391">
      <w:pPr>
        <w:ind w:left="6096"/>
        <w:jc w:val="center"/>
      </w:pPr>
      <w:r w:rsidRPr="006A1857">
        <w:t>страхования</w:t>
      </w:r>
      <w:r>
        <w:t xml:space="preserve"> </w:t>
      </w:r>
      <w:r w:rsidRPr="006A1857">
        <w:t>Ульяновской</w:t>
      </w:r>
    </w:p>
    <w:p w:rsidR="00F879D4" w:rsidRDefault="00F879D4" w:rsidP="00C41391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15</w:t>
      </w:r>
      <w:r w:rsidRPr="006A1857">
        <w:t xml:space="preserve"> год</w:t>
      </w:r>
      <w:r>
        <w:t>»</w:t>
      </w:r>
    </w:p>
    <w:p w:rsidR="00F879D4" w:rsidRDefault="00F879D4" w:rsidP="001727BC">
      <w:pPr>
        <w:ind w:left="5940"/>
        <w:jc w:val="center"/>
      </w:pPr>
    </w:p>
    <w:p w:rsidR="00F879D4" w:rsidRDefault="00F879D4" w:rsidP="00723396">
      <w:pPr>
        <w:suppressAutoHyphens/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F879D4" w:rsidRDefault="00F879D4" w:rsidP="00723396">
      <w:pPr>
        <w:suppressAutoHyphens/>
        <w:jc w:val="center"/>
        <w:rPr>
          <w:b/>
        </w:rPr>
      </w:pPr>
      <w:r w:rsidRPr="00DD2C71">
        <w:rPr>
          <w:b/>
        </w:rPr>
        <w:t xml:space="preserve">бюджета </w:t>
      </w:r>
      <w:r>
        <w:rPr>
          <w:b/>
        </w:rPr>
        <w:t xml:space="preserve">Территориального фонда обязательного медицинского </w:t>
      </w:r>
      <w:r>
        <w:rPr>
          <w:b/>
        </w:rPr>
        <w:br/>
        <w:t>страхования Ульяновской области з</w:t>
      </w:r>
      <w:r w:rsidRPr="00DD2C71">
        <w:rPr>
          <w:b/>
        </w:rPr>
        <w:t>а 201</w:t>
      </w:r>
      <w:r>
        <w:rPr>
          <w:b/>
        </w:rPr>
        <w:t>5</w:t>
      </w:r>
      <w:r w:rsidRPr="00DD2C71">
        <w:rPr>
          <w:b/>
        </w:rPr>
        <w:t xml:space="preserve"> год</w:t>
      </w:r>
      <w:r>
        <w:rPr>
          <w:b/>
        </w:rPr>
        <w:t xml:space="preserve"> </w:t>
      </w:r>
    </w:p>
    <w:p w:rsidR="00F879D4" w:rsidRDefault="00F879D4" w:rsidP="00847117">
      <w:pPr>
        <w:keepNext/>
        <w:keepLines/>
        <w:jc w:val="center"/>
        <w:rPr>
          <w:b/>
          <w:bCs/>
          <w:sz w:val="32"/>
          <w:szCs w:val="32"/>
        </w:rPr>
      </w:pPr>
    </w:p>
    <w:p w:rsidR="00F879D4" w:rsidRDefault="00F879D4" w:rsidP="008034D7">
      <w:pPr>
        <w:ind w:left="7788"/>
        <w:jc w:val="center"/>
      </w:pPr>
      <w:r>
        <w:t xml:space="preserve">      </w:t>
      </w: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849"/>
        <w:gridCol w:w="709"/>
        <w:gridCol w:w="711"/>
        <w:gridCol w:w="1417"/>
        <w:gridCol w:w="851"/>
        <w:gridCol w:w="1699"/>
      </w:tblGrid>
      <w:tr w:rsidR="00F879D4" w:rsidRPr="00F02A7E" w:rsidTr="00262C88">
        <w:tc>
          <w:tcPr>
            <w:tcW w:w="1902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Наименование</w:t>
            </w:r>
          </w:p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расходов</w:t>
            </w:r>
          </w:p>
        </w:tc>
        <w:tc>
          <w:tcPr>
            <w:tcW w:w="422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Мин</w:t>
            </w:r>
          </w:p>
        </w:tc>
        <w:tc>
          <w:tcPr>
            <w:tcW w:w="352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Рз</w:t>
            </w:r>
          </w:p>
        </w:tc>
        <w:tc>
          <w:tcPr>
            <w:tcW w:w="353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ПР</w:t>
            </w:r>
          </w:p>
        </w:tc>
        <w:tc>
          <w:tcPr>
            <w:tcW w:w="704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ЦС</w:t>
            </w:r>
          </w:p>
        </w:tc>
        <w:tc>
          <w:tcPr>
            <w:tcW w:w="423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ВР</w:t>
            </w:r>
          </w:p>
        </w:tc>
        <w:tc>
          <w:tcPr>
            <w:tcW w:w="844" w:type="pct"/>
            <w:vAlign w:val="center"/>
          </w:tcPr>
          <w:p w:rsidR="00F879D4" w:rsidRPr="00F02A7E" w:rsidRDefault="00F879D4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Сумма</w:t>
            </w:r>
          </w:p>
        </w:tc>
      </w:tr>
    </w:tbl>
    <w:p w:rsidR="00F879D4" w:rsidRPr="00A506AB" w:rsidRDefault="00F879D4" w:rsidP="00A506AB">
      <w:pPr>
        <w:spacing w:line="14" w:lineRule="auto"/>
        <w:rPr>
          <w:sz w:val="2"/>
          <w:szCs w:val="2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850"/>
        <w:gridCol w:w="709"/>
        <w:gridCol w:w="709"/>
        <w:gridCol w:w="1417"/>
        <w:gridCol w:w="852"/>
        <w:gridCol w:w="1701"/>
      </w:tblGrid>
      <w:tr w:rsidR="00F879D4" w:rsidRPr="00294F9A" w:rsidTr="00833EF7">
        <w:trPr>
          <w:tblHeader/>
        </w:trPr>
        <w:tc>
          <w:tcPr>
            <w:tcW w:w="1901" w:type="pct"/>
          </w:tcPr>
          <w:p w:rsidR="00F879D4" w:rsidRPr="00294F9A" w:rsidRDefault="00F879D4" w:rsidP="00EF0F02">
            <w:pPr>
              <w:jc w:val="center"/>
            </w:pPr>
            <w:r>
              <w:t>1</w:t>
            </w:r>
          </w:p>
        </w:tc>
        <w:tc>
          <w:tcPr>
            <w:tcW w:w="422" w:type="pct"/>
          </w:tcPr>
          <w:p w:rsidR="00F879D4" w:rsidRPr="00294F9A" w:rsidRDefault="00F879D4" w:rsidP="00EF0F02">
            <w:pPr>
              <w:jc w:val="center"/>
            </w:pPr>
            <w:r>
              <w:t>2</w:t>
            </w:r>
          </w:p>
        </w:tc>
        <w:tc>
          <w:tcPr>
            <w:tcW w:w="352" w:type="pct"/>
          </w:tcPr>
          <w:p w:rsidR="00F879D4" w:rsidRPr="00294F9A" w:rsidRDefault="00F879D4" w:rsidP="00EF0F02">
            <w:pPr>
              <w:jc w:val="center"/>
            </w:pPr>
            <w:r>
              <w:t>3</w:t>
            </w:r>
          </w:p>
        </w:tc>
        <w:tc>
          <w:tcPr>
            <w:tcW w:w="352" w:type="pct"/>
          </w:tcPr>
          <w:p w:rsidR="00F879D4" w:rsidRPr="00294F9A" w:rsidRDefault="00F879D4" w:rsidP="00EF0F02">
            <w:pPr>
              <w:jc w:val="center"/>
            </w:pPr>
            <w:r>
              <w:t>4</w:t>
            </w:r>
          </w:p>
        </w:tc>
        <w:tc>
          <w:tcPr>
            <w:tcW w:w="704" w:type="pct"/>
          </w:tcPr>
          <w:p w:rsidR="00F879D4" w:rsidRPr="00294F9A" w:rsidRDefault="00F879D4" w:rsidP="00EF0F02">
            <w:pPr>
              <w:jc w:val="center"/>
            </w:pPr>
            <w:r>
              <w:t>5</w:t>
            </w:r>
          </w:p>
        </w:tc>
        <w:tc>
          <w:tcPr>
            <w:tcW w:w="423" w:type="pct"/>
          </w:tcPr>
          <w:p w:rsidR="00F879D4" w:rsidRPr="00294F9A" w:rsidRDefault="00F879D4" w:rsidP="00EF0F02">
            <w:pPr>
              <w:jc w:val="center"/>
            </w:pPr>
            <w:r>
              <w:t>6</w:t>
            </w:r>
          </w:p>
        </w:tc>
        <w:tc>
          <w:tcPr>
            <w:tcW w:w="845" w:type="pct"/>
          </w:tcPr>
          <w:p w:rsidR="00F879D4" w:rsidRPr="00294F9A" w:rsidRDefault="00F879D4" w:rsidP="00EF0F02">
            <w:pPr>
              <w:jc w:val="center"/>
            </w:pPr>
            <w:r>
              <w:t>7</w:t>
            </w:r>
          </w:p>
        </w:tc>
      </w:tr>
      <w:tr w:rsidR="00F879D4" w:rsidRPr="00294F9A" w:rsidTr="00833EF7">
        <w:trPr>
          <w:trHeight w:val="955"/>
        </w:trPr>
        <w:tc>
          <w:tcPr>
            <w:tcW w:w="1901" w:type="pct"/>
            <w:tcBorders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Территориальный фонд обязательного медицинск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>го страхования Ульяно</w:t>
            </w:r>
            <w:r w:rsidRPr="00CB2849">
              <w:rPr>
                <w:b/>
              </w:rPr>
              <w:t>в</w:t>
            </w:r>
            <w:r w:rsidRPr="00CB2849">
              <w:rPr>
                <w:b/>
              </w:rPr>
              <w:t>ской области</w:t>
            </w:r>
          </w:p>
        </w:tc>
        <w:tc>
          <w:tcPr>
            <w:tcW w:w="422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left w:val="nil"/>
              <w:bottom w:val="nil"/>
              <w:right w:val="nil"/>
            </w:tcBorders>
            <w:vAlign w:val="bottom"/>
          </w:tcPr>
          <w:p w:rsidR="00F879D4" w:rsidRPr="002C7643" w:rsidRDefault="00F879D4" w:rsidP="0075248D">
            <w:pPr>
              <w:widowControl w:val="0"/>
              <w:jc w:val="center"/>
              <w:rPr>
                <w:b/>
                <w:bCs/>
              </w:rPr>
            </w:pPr>
          </w:p>
          <w:p w:rsidR="00F879D4" w:rsidRPr="002C7643" w:rsidRDefault="00F879D4" w:rsidP="0075248D">
            <w:pPr>
              <w:widowControl w:val="0"/>
              <w:jc w:val="center"/>
              <w:rPr>
                <w:b/>
                <w:bCs/>
              </w:rPr>
            </w:pPr>
          </w:p>
          <w:p w:rsidR="00F879D4" w:rsidRDefault="00F879D4" w:rsidP="0075248D">
            <w:pPr>
              <w:widowControl w:val="0"/>
              <w:jc w:val="center"/>
              <w:rPr>
                <w:b/>
                <w:bCs/>
              </w:rPr>
            </w:pPr>
          </w:p>
          <w:p w:rsidR="00F879D4" w:rsidRPr="000B0BAA" w:rsidRDefault="00F879D4" w:rsidP="003A418E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11236904,83</w:t>
            </w:r>
          </w:p>
        </w:tc>
      </w:tr>
      <w:tr w:rsidR="00F879D4" w:rsidRPr="00294F9A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Общегосударственные в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 xml:space="preserve">просы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3A41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57077,71</w:t>
            </w:r>
          </w:p>
        </w:tc>
      </w:tr>
      <w:tr w:rsidR="00F879D4" w:rsidRPr="004E1A64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Другие общегосударствен-ные вопросы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3A418E">
            <w:pPr>
              <w:widowControl w:val="0"/>
              <w:jc w:val="center"/>
            </w:pPr>
            <w:r w:rsidRPr="002D3706">
              <w:rPr>
                <w:b/>
              </w:rPr>
              <w:t>57077,7</w:t>
            </w:r>
            <w:r>
              <w:rPr>
                <w:b/>
              </w:rPr>
              <w:t>1</w:t>
            </w:r>
          </w:p>
        </w:tc>
      </w:tr>
      <w:tr w:rsidR="00F879D4" w:rsidRPr="00294F9A" w:rsidTr="00833EF7">
        <w:trPr>
          <w:trHeight w:val="35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Непрограммные направл</w:t>
            </w:r>
            <w:r w:rsidRPr="00CB2849">
              <w:rPr>
                <w:b/>
              </w:rPr>
              <w:t>е</w:t>
            </w:r>
            <w:r w:rsidRPr="00CB2849">
              <w:rPr>
                <w:b/>
              </w:rPr>
              <w:t>ния деятельности органа управления Территориал</w:t>
            </w:r>
            <w:r w:rsidRPr="00CB2849">
              <w:rPr>
                <w:b/>
              </w:rPr>
              <w:t>ь</w:t>
            </w:r>
            <w:r w:rsidRPr="00CB2849">
              <w:rPr>
                <w:b/>
              </w:rPr>
              <w:t>ного фонда обязательного медицинского страхования Ульяновской области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73 0 0000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  <w:highlight w:val="red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3A418E">
            <w:pPr>
              <w:widowControl w:val="0"/>
              <w:jc w:val="center"/>
              <w:rPr>
                <w:b/>
                <w:highlight w:val="red"/>
              </w:rPr>
            </w:pPr>
            <w:r w:rsidRPr="002D3706">
              <w:rPr>
                <w:b/>
              </w:rPr>
              <w:t>57077,7</w:t>
            </w:r>
            <w:r>
              <w:rPr>
                <w:b/>
              </w:rPr>
              <w:t>1</w:t>
            </w:r>
          </w:p>
        </w:tc>
      </w:tr>
      <w:tr w:rsidR="00F879D4" w:rsidRPr="009E30AE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jc w:val="both"/>
              <w:outlineLvl w:val="1"/>
            </w:pPr>
            <w:r w:rsidRPr="00CB2849">
              <w:t>Выполнение функций апп</w:t>
            </w:r>
            <w:r w:rsidRPr="00CB2849">
              <w:t>а</w:t>
            </w:r>
            <w:r w:rsidRPr="00CB2849">
              <w:t>рата органа управления Те</w:t>
            </w:r>
            <w:r w:rsidRPr="00CB2849">
              <w:t>р</w:t>
            </w:r>
            <w:r w:rsidRPr="00CB2849">
              <w:t>риториального фонда обяз</w:t>
            </w:r>
            <w:r w:rsidRPr="00CB2849">
              <w:t>а</w:t>
            </w:r>
            <w:r w:rsidRPr="00CB2849">
              <w:t>тельного медицинского стр</w:t>
            </w:r>
            <w:r w:rsidRPr="00CB2849">
              <w:t>а</w:t>
            </w:r>
            <w:r w:rsidRPr="00CB2849">
              <w:t>хования Ульяновской обла</w:t>
            </w:r>
            <w:r w:rsidRPr="00CB2849">
              <w:t>с</w:t>
            </w:r>
            <w:r w:rsidRPr="00CB2849">
              <w:t>ти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jc w:val="center"/>
            </w:pPr>
          </w:p>
          <w:p w:rsidR="00F879D4" w:rsidRDefault="00F879D4" w:rsidP="0075248D">
            <w:pPr>
              <w:widowControl w:val="0"/>
              <w:jc w:val="center"/>
            </w:pPr>
          </w:p>
          <w:p w:rsidR="00F879D4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  <w:r>
              <w:t>7</w:t>
            </w:r>
            <w:r w:rsidRPr="00CB2849">
              <w:t>3 2 0000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jc w:val="center"/>
            </w:pPr>
          </w:p>
          <w:p w:rsidR="00F879D4" w:rsidRDefault="00F879D4" w:rsidP="0075248D">
            <w:pPr>
              <w:widowControl w:val="0"/>
              <w:jc w:val="center"/>
            </w:pPr>
          </w:p>
          <w:p w:rsidR="00F879D4" w:rsidRDefault="00F879D4" w:rsidP="0075248D">
            <w:pPr>
              <w:widowControl w:val="0"/>
              <w:jc w:val="center"/>
            </w:pPr>
          </w:p>
          <w:p w:rsidR="00F879D4" w:rsidRPr="00CB2849" w:rsidRDefault="00F879D4" w:rsidP="003A418E">
            <w:pPr>
              <w:widowControl w:val="0"/>
              <w:jc w:val="center"/>
            </w:pPr>
            <w:r w:rsidRPr="002D3706">
              <w:t>57077,7</w:t>
            </w:r>
            <w:r>
              <w:t>1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jc w:val="both"/>
              <w:outlineLvl w:val="1"/>
            </w:pPr>
            <w:r w:rsidRPr="00CB2849">
              <w:t>Финансовое обеспечение о</w:t>
            </w:r>
            <w:r w:rsidRPr="00CB2849">
              <w:t>р</w:t>
            </w:r>
            <w:r w:rsidRPr="00CB2849">
              <w:t>ганизации обязательного м</w:t>
            </w:r>
            <w:r w:rsidRPr="00CB2849">
              <w:t>е</w:t>
            </w:r>
            <w:r w:rsidRPr="00CB2849">
              <w:t>дицинского страхования на территориях субъектов Ро</w:t>
            </w:r>
            <w:r w:rsidRPr="00CB2849">
              <w:t>с</w:t>
            </w:r>
            <w:r w:rsidRPr="00CB2849">
              <w:t>сийской Федерации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  <w:r w:rsidRPr="00CB2849">
              <w:t>73 2 5093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75248D">
            <w:pPr>
              <w:widowControl w:val="0"/>
              <w:jc w:val="center"/>
            </w:pPr>
          </w:p>
          <w:p w:rsidR="00F879D4" w:rsidRPr="00CB2849" w:rsidRDefault="00F879D4" w:rsidP="003A418E">
            <w:pPr>
              <w:widowControl w:val="0"/>
              <w:jc w:val="center"/>
            </w:pPr>
            <w:r w:rsidRPr="002D3706">
              <w:t>57077,7</w:t>
            </w:r>
            <w:r>
              <w:t>1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9D4" w:rsidRPr="00614369" w:rsidRDefault="00F879D4" w:rsidP="0075248D">
            <w:pPr>
              <w:widowControl w:val="0"/>
              <w:spacing w:line="245" w:lineRule="auto"/>
              <w:jc w:val="both"/>
              <w:outlineLvl w:val="1"/>
            </w:pPr>
            <w:r w:rsidRPr="00614369">
              <w:t>Расходы на выплаты перс</w:t>
            </w:r>
            <w:r w:rsidRPr="00614369">
              <w:t>о</w:t>
            </w:r>
            <w:r w:rsidRPr="00614369">
              <w:t>налу в целях обеспечения</w:t>
            </w:r>
          </w:p>
          <w:p w:rsidR="00F879D4" w:rsidRPr="00CB2849" w:rsidRDefault="00F879D4" w:rsidP="0075248D">
            <w:pPr>
              <w:widowControl w:val="0"/>
              <w:spacing w:line="245" w:lineRule="auto"/>
              <w:jc w:val="both"/>
              <w:outlineLvl w:val="1"/>
            </w:pPr>
            <w:r w:rsidRPr="00614369">
              <w:t>выполнения функций гос</w:t>
            </w:r>
            <w:r w:rsidRPr="00614369">
              <w:t>у</w:t>
            </w:r>
            <w:r w:rsidRPr="00614369">
              <w:t>дарственными (муниципал</w:t>
            </w:r>
            <w:r w:rsidRPr="00614369">
              <w:t>ь</w:t>
            </w:r>
            <w:r w:rsidRPr="00614369">
              <w:t>ными)</w:t>
            </w:r>
            <w:r>
              <w:t xml:space="preserve"> </w:t>
            </w:r>
            <w:r w:rsidRPr="00614369">
              <w:t>органами, каз</w:t>
            </w:r>
            <w:r>
              <w:t>ё</w:t>
            </w:r>
            <w:r w:rsidRPr="00614369">
              <w:t>нными учреждениями, органами управления</w:t>
            </w:r>
            <w:r>
              <w:t xml:space="preserve"> </w:t>
            </w:r>
            <w:r w:rsidRPr="00614369">
              <w:t>государственн</w:t>
            </w:r>
            <w:r w:rsidRPr="00614369">
              <w:t>ы</w:t>
            </w:r>
            <w:r w:rsidRPr="00614369">
              <w:t>ми внебюджетными фондами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73 2 5093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1</w:t>
            </w:r>
            <w:r>
              <w:t>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352E77">
            <w:pPr>
              <w:widowControl w:val="0"/>
              <w:spacing w:line="245" w:lineRule="auto"/>
              <w:jc w:val="center"/>
            </w:pPr>
            <w:r>
              <w:t>42863,16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9D4" w:rsidRPr="00614369" w:rsidRDefault="00F879D4" w:rsidP="0075248D">
            <w:pPr>
              <w:widowControl w:val="0"/>
              <w:spacing w:line="245" w:lineRule="auto"/>
              <w:jc w:val="both"/>
              <w:outlineLvl w:val="1"/>
            </w:pPr>
            <w:r w:rsidRPr="00614369">
              <w:t>Закупка товаров, работ и у</w:t>
            </w:r>
            <w:r w:rsidRPr="00614369">
              <w:t>с</w:t>
            </w:r>
            <w:r w:rsidRPr="00614369">
              <w:t>луг для государственных</w:t>
            </w:r>
          </w:p>
          <w:p w:rsidR="00F879D4" w:rsidRPr="00CB2849" w:rsidRDefault="00F879D4" w:rsidP="0075248D">
            <w:pPr>
              <w:widowControl w:val="0"/>
              <w:spacing w:line="245" w:lineRule="auto"/>
              <w:jc w:val="both"/>
              <w:outlineLvl w:val="1"/>
            </w:pPr>
            <w:r w:rsidRPr="00614369">
              <w:t>(муниципальных) нужд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73 2 5093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200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352E77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12637,56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 w:rsidRPr="00614369">
              <w:t>Иные бюджетные ассигнов</w:t>
            </w:r>
            <w:r w:rsidRPr="00614369">
              <w:t>а</w:t>
            </w:r>
            <w:r w:rsidRPr="00614369">
              <w:t>ния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73 2 5093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800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3A418E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1576,99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 w:rsidRPr="00CB2849">
              <w:rPr>
                <w:b/>
              </w:rPr>
              <w:t>Здравоохранение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352E77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11147327,12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 w:rsidRPr="00CB2849">
              <w:t>Другие вопросы в области здравоохранения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352E77">
            <w:pPr>
              <w:widowControl w:val="0"/>
              <w:spacing w:line="245" w:lineRule="auto"/>
              <w:jc w:val="center"/>
            </w:pPr>
            <w:r w:rsidRPr="00A90353">
              <w:rPr>
                <w:bCs/>
              </w:rPr>
              <w:t>11147327,1</w:t>
            </w:r>
            <w:r>
              <w:rPr>
                <w:bCs/>
              </w:rPr>
              <w:t>2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spacing w:line="245" w:lineRule="auto"/>
              <w:outlineLvl w:val="1"/>
              <w:rPr>
                <w:b/>
              </w:rPr>
            </w:pPr>
            <w:r w:rsidRPr="00CB2849">
              <w:t>Реализация государственных функций в области социал</w:t>
            </w:r>
            <w:r w:rsidRPr="00CB2849">
              <w:t>ь</w:t>
            </w:r>
            <w:r w:rsidRPr="00CB2849">
              <w:t>ной политики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73 1 0000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F879D4" w:rsidRPr="00266052" w:rsidRDefault="00F879D4" w:rsidP="00352E77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 w:rsidRPr="00A90353">
              <w:rPr>
                <w:bCs/>
              </w:rPr>
              <w:t>11147327,1</w:t>
            </w:r>
            <w:r>
              <w:rPr>
                <w:bCs/>
              </w:rPr>
              <w:t>2</w:t>
            </w:r>
          </w:p>
        </w:tc>
      </w:tr>
      <w:tr w:rsidR="00F879D4" w:rsidRPr="00F02A7E" w:rsidTr="00833EF7">
        <w:trPr>
          <w:trHeight w:val="322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 w:rsidRPr="00CB2849">
              <w:t>Финансовое обеспечение о</w:t>
            </w:r>
            <w:r w:rsidRPr="00CB2849">
              <w:t>р</w:t>
            </w:r>
            <w:r w:rsidRPr="00CB2849">
              <w:t>ганизации обязательного м</w:t>
            </w:r>
            <w:r w:rsidRPr="00CB2849">
              <w:t>е</w:t>
            </w:r>
            <w:r w:rsidRPr="00CB2849">
              <w:t>дицинского страхования на территориях субъектов Ро</w:t>
            </w:r>
            <w:r w:rsidRPr="00CB2849">
              <w:t>с</w:t>
            </w:r>
            <w:r w:rsidRPr="00CB2849">
              <w:t>сийской Федерации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F879D4" w:rsidRPr="00266052" w:rsidRDefault="00F879D4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F879D4" w:rsidRPr="00266052" w:rsidRDefault="00F879D4" w:rsidP="00352E77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  <w:r>
              <w:t>10528992,76</w:t>
            </w:r>
          </w:p>
        </w:tc>
      </w:tr>
      <w:tr w:rsidR="00F879D4" w:rsidRPr="00F02A7E" w:rsidTr="00833EF7">
        <w:trPr>
          <w:trHeight w:val="96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F879D4" w:rsidRPr="00CB2849" w:rsidRDefault="00F879D4" w:rsidP="0075248D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>
              <w:t>нормативных социальных выплат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32</w:t>
            </w:r>
            <w:r>
              <w:t>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2C7643" w:rsidRDefault="00F879D4" w:rsidP="00352E77">
            <w:pPr>
              <w:widowControl w:val="0"/>
              <w:spacing w:line="245" w:lineRule="auto"/>
              <w:jc w:val="center"/>
            </w:pPr>
            <w:r>
              <w:rPr>
                <w:bCs/>
              </w:rPr>
              <w:t>10190164,17</w:t>
            </w:r>
          </w:p>
        </w:tc>
      </w:tr>
      <w:tr w:rsidR="00F879D4" w:rsidRPr="00F02A7E" w:rsidTr="00833EF7">
        <w:trPr>
          <w:trHeight w:val="661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CB2849">
              <w:t>Межбюджетные трансферты бюджетам территориальных фондов обязательного мед</w:t>
            </w:r>
            <w:r w:rsidRPr="00CB2849">
              <w:t>и</w:t>
            </w:r>
            <w:r w:rsidRPr="00CB2849">
              <w:t>цинского страхования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73 1 5093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580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2C7643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2C7643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2C7643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2C7643" w:rsidRDefault="00F879D4" w:rsidP="00352E77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338828,59</w:t>
            </w:r>
          </w:p>
        </w:tc>
      </w:tr>
      <w:tr w:rsidR="00F879D4" w:rsidRPr="00337399" w:rsidTr="00833EF7">
        <w:trPr>
          <w:trHeight w:val="26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7E51EB" w:rsidRDefault="00F879D4" w:rsidP="001B793E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1B793E">
              <w:t>Иные межбюджетные тран</w:t>
            </w:r>
            <w:r w:rsidRPr="001B793E">
              <w:t>с</w:t>
            </w:r>
            <w:r w:rsidRPr="001B793E">
              <w:t>ферты на д</w:t>
            </w:r>
            <w:r>
              <w:t>ополнительное финансовое обеспе</w:t>
            </w:r>
            <w:r w:rsidRPr="001B793E">
              <w:t>чение те</w:t>
            </w:r>
            <w:r w:rsidRPr="001B793E">
              <w:t>р</w:t>
            </w:r>
            <w:r w:rsidRPr="001B793E">
              <w:t>риториальных программ об</w:t>
            </w:r>
            <w:r w:rsidRPr="001B793E">
              <w:t>я</w:t>
            </w:r>
            <w:r w:rsidRPr="001B793E">
              <w:t>зательного медицинского страхования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73 1 5478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spacing w:line="245" w:lineRule="auto"/>
              <w:jc w:val="center"/>
              <w:rPr>
                <w:bCs/>
              </w:rPr>
            </w:pPr>
            <w:r w:rsidRPr="007E51EB">
              <w:rPr>
                <w:bCs/>
              </w:rPr>
              <w:t>69239,0</w:t>
            </w:r>
          </w:p>
        </w:tc>
      </w:tr>
      <w:tr w:rsidR="00F879D4" w:rsidRPr="00337399" w:rsidTr="00833EF7">
        <w:trPr>
          <w:trHeight w:val="26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7E51EB" w:rsidRDefault="00F879D4" w:rsidP="0075248D">
            <w:pPr>
              <w:widowControl w:val="0"/>
              <w:spacing w:line="245" w:lineRule="auto"/>
              <w:jc w:val="both"/>
            </w:pPr>
            <w:r w:rsidRPr="007E51EB">
              <w:t>Социальные выплаты гра</w:t>
            </w:r>
            <w:r w:rsidRPr="007E51EB">
              <w:t>ж</w:t>
            </w:r>
            <w:r w:rsidRPr="007E51EB">
              <w:t>данам, кроме публичных</w:t>
            </w:r>
          </w:p>
          <w:p w:rsidR="00F879D4" w:rsidRPr="007E51EB" w:rsidRDefault="00F879D4" w:rsidP="0075248D">
            <w:pPr>
              <w:autoSpaceDE w:val="0"/>
              <w:autoSpaceDN w:val="0"/>
              <w:adjustRightInd w:val="0"/>
              <w:spacing w:line="245" w:lineRule="auto"/>
              <w:jc w:val="both"/>
            </w:pPr>
            <w:r w:rsidRPr="007E51EB">
              <w:t>нормативных социальных выплат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73 1 5478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widowControl w:val="0"/>
              <w:spacing w:line="245" w:lineRule="auto"/>
              <w:jc w:val="center"/>
            </w:pPr>
            <w:r w:rsidRPr="007E51EB">
              <w:t>320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51EB" w:rsidRDefault="00F879D4" w:rsidP="0075248D">
            <w:pPr>
              <w:spacing w:line="245" w:lineRule="auto"/>
              <w:jc w:val="center"/>
              <w:rPr>
                <w:bCs/>
              </w:rPr>
            </w:pPr>
            <w:r w:rsidRPr="007E51EB">
              <w:rPr>
                <w:bCs/>
              </w:rPr>
              <w:t>69239,0</w:t>
            </w:r>
          </w:p>
        </w:tc>
      </w:tr>
      <w:tr w:rsidR="00F879D4" w:rsidRPr="00337399" w:rsidTr="00833EF7">
        <w:trPr>
          <w:trHeight w:val="645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 w:rsidRPr="00CB2849">
              <w:t>Платежи на финансовое обеспечение территориал</w:t>
            </w:r>
            <w:r w:rsidRPr="00CB2849">
              <w:t>ь</w:t>
            </w:r>
            <w:r w:rsidRPr="00CB2849">
              <w:t>ной программы обязательн</w:t>
            </w:r>
            <w:r w:rsidRPr="00CB2849">
              <w:t>о</w:t>
            </w:r>
            <w:r w:rsidRPr="00CB2849">
              <w:t>го медицинского страхования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73 1 7302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CB2849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CB2849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CB2849" w:rsidRDefault="00F879D4" w:rsidP="0075248D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408090,26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widowControl w:val="0"/>
              <w:spacing w:line="245" w:lineRule="auto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F879D4" w:rsidRPr="00CB2849" w:rsidRDefault="00F879D4" w:rsidP="0075248D">
            <w:pPr>
              <w:widowControl w:val="0"/>
              <w:spacing w:line="245" w:lineRule="auto"/>
              <w:jc w:val="both"/>
            </w:pPr>
            <w:r>
              <w:t>нормативных социальных выплат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 w:rsidRPr="00CB2849">
              <w:t>73 1 7302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CB2849" w:rsidRDefault="00F879D4" w:rsidP="0075248D">
            <w:pPr>
              <w:widowControl w:val="0"/>
              <w:spacing w:line="245" w:lineRule="auto"/>
              <w:jc w:val="center"/>
            </w:pPr>
            <w:r>
              <w:t>320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Default="00F879D4" w:rsidP="0075248D">
            <w:pPr>
              <w:spacing w:line="245" w:lineRule="auto"/>
              <w:jc w:val="center"/>
              <w:rPr>
                <w:bCs/>
              </w:rPr>
            </w:pPr>
          </w:p>
          <w:p w:rsidR="00F879D4" w:rsidRPr="00CB2849" w:rsidRDefault="00F879D4" w:rsidP="0075248D">
            <w:pPr>
              <w:spacing w:line="245" w:lineRule="auto"/>
              <w:jc w:val="center"/>
              <w:rPr>
                <w:bCs/>
              </w:rPr>
            </w:pPr>
            <w:r w:rsidRPr="00120484">
              <w:rPr>
                <w:bCs/>
              </w:rPr>
              <w:t>408090,26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7038F4" w:rsidRDefault="00F879D4" w:rsidP="0075248D">
            <w:pPr>
              <w:widowControl w:val="0"/>
              <w:spacing w:line="245" w:lineRule="auto"/>
              <w:jc w:val="both"/>
            </w:pPr>
            <w:r w:rsidRPr="007038F4">
              <w:t>Финансовое обеспечение реализации территориальной программы обязательного медицинского страхования за счёт иных источников дох</w:t>
            </w:r>
            <w:r w:rsidRPr="007038F4">
              <w:t>о</w:t>
            </w:r>
            <w:r w:rsidRPr="007038F4">
              <w:t>дов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7038F4" w:rsidRDefault="00F879D4" w:rsidP="0075248D">
            <w:pPr>
              <w:widowControl w:val="0"/>
              <w:spacing w:line="245" w:lineRule="auto"/>
              <w:jc w:val="center"/>
            </w:pPr>
            <w:r w:rsidRPr="007038F4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7038F4" w:rsidRDefault="00F879D4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7038F4" w:rsidRDefault="00F879D4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7038F4" w:rsidRDefault="00F879D4" w:rsidP="0075248D">
            <w:pPr>
              <w:widowControl w:val="0"/>
              <w:spacing w:line="245" w:lineRule="auto"/>
              <w:jc w:val="center"/>
            </w:pPr>
            <w:r w:rsidRPr="007038F4">
              <w:t>73 1 9001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038F4" w:rsidRDefault="00F879D4" w:rsidP="0075248D">
            <w:pPr>
              <w:widowControl w:val="0"/>
              <w:spacing w:line="245" w:lineRule="auto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Default="00F879D4" w:rsidP="0075248D">
            <w:pPr>
              <w:widowControl w:val="0"/>
              <w:spacing w:line="245" w:lineRule="auto"/>
              <w:jc w:val="center"/>
            </w:pPr>
          </w:p>
          <w:p w:rsidR="00F879D4" w:rsidRPr="007038F4" w:rsidRDefault="00F879D4" w:rsidP="00833EF7">
            <w:pPr>
              <w:widowControl w:val="0"/>
              <w:spacing w:line="245" w:lineRule="auto"/>
              <w:jc w:val="center"/>
            </w:pPr>
            <w:r>
              <w:t>141005,1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widowControl w:val="0"/>
              <w:spacing w:line="238" w:lineRule="auto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F879D4" w:rsidRPr="00CB2849" w:rsidRDefault="00F879D4" w:rsidP="0075248D">
            <w:pPr>
              <w:widowControl w:val="0"/>
              <w:spacing w:line="238" w:lineRule="auto"/>
              <w:jc w:val="both"/>
            </w:pPr>
            <w:r>
              <w:t>нормативных социальных выплат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 w:rsidRPr="00464F44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 w:rsidRPr="00464F44">
              <w:t>73 1 9001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>
              <w:t>320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</w:pPr>
          </w:p>
          <w:p w:rsidR="00F879D4" w:rsidRPr="00464F44" w:rsidRDefault="00F879D4" w:rsidP="0075248D">
            <w:pPr>
              <w:widowControl w:val="0"/>
              <w:spacing w:line="238" w:lineRule="auto"/>
              <w:jc w:val="center"/>
            </w:pPr>
            <w:r>
              <w:t>141005,1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7A0E88" w:rsidRDefault="00F879D4" w:rsidP="0075248D">
            <w:pPr>
              <w:widowControl w:val="0"/>
              <w:spacing w:line="238" w:lineRule="auto"/>
              <w:jc w:val="both"/>
              <w:rPr>
                <w:b/>
              </w:rPr>
            </w:pPr>
            <w:r>
              <w:rPr>
                <w:b/>
              </w:rPr>
              <w:t xml:space="preserve">Межбюджетные </w:t>
            </w:r>
            <w:r w:rsidRPr="007A0E88">
              <w:rPr>
                <w:b/>
              </w:rPr>
              <w:t>тран</w:t>
            </w:r>
            <w:r>
              <w:rPr>
                <w:b/>
              </w:rPr>
              <w:t>с</w:t>
            </w:r>
            <w:r w:rsidRPr="007A0E88">
              <w:rPr>
                <w:b/>
              </w:rPr>
              <w:t>фе</w:t>
            </w:r>
            <w:r w:rsidRPr="007A0E88">
              <w:rPr>
                <w:b/>
              </w:rPr>
              <w:t>р</w:t>
            </w:r>
            <w:r w:rsidRPr="007A0E88">
              <w:rPr>
                <w:b/>
              </w:rPr>
              <w:t>ты общего характера бю</w:t>
            </w:r>
            <w:r w:rsidRPr="007A0E88">
              <w:rPr>
                <w:b/>
              </w:rPr>
              <w:t>д</w:t>
            </w:r>
            <w:r w:rsidRPr="007A0E88">
              <w:rPr>
                <w:b/>
              </w:rPr>
              <w:t>жетам субъектов Рос-сийской Федерации и му-ниципальных образов</w:t>
            </w:r>
            <w:r>
              <w:rPr>
                <w:b/>
              </w:rPr>
              <w:t>а</w:t>
            </w:r>
            <w:r w:rsidRPr="007A0E88">
              <w:rPr>
                <w:b/>
              </w:rPr>
              <w:t>ний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 w:rsidRPr="007A0E88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 w:rsidRPr="007A0E88">
              <w:rPr>
                <w:b/>
              </w:rPr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  <w:p w:rsidR="00F879D4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>
              <w:rPr>
                <w:b/>
              </w:rPr>
              <w:t>32500,0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7A0E88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  <w:r w:rsidRPr="007A0E88">
              <w:rPr>
                <w:b/>
              </w:rPr>
              <w:t>Прочие межбюджетные трансферты общего хара</w:t>
            </w:r>
            <w:r w:rsidRPr="007A0E88">
              <w:rPr>
                <w:b/>
              </w:rPr>
              <w:t>к</w:t>
            </w:r>
            <w:r w:rsidRPr="007A0E88">
              <w:rPr>
                <w:b/>
              </w:rPr>
              <w:t>тера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 w:rsidRPr="007A0E88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 w:rsidRPr="007A0E88">
              <w:rPr>
                <w:b/>
              </w:rPr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  <w:r w:rsidRPr="007A0E88">
              <w:rPr>
                <w:b/>
              </w:rP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widowControl w:val="0"/>
              <w:spacing w:line="238" w:lineRule="auto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spacing w:line="238" w:lineRule="auto"/>
              <w:jc w:val="center"/>
              <w:rPr>
                <w:b/>
                <w:bCs/>
              </w:rPr>
            </w:pPr>
            <w:r>
              <w:rPr>
                <w:b/>
                <w:spacing w:val="-4"/>
              </w:rPr>
              <w:t>32500,0</w:t>
            </w:r>
          </w:p>
        </w:tc>
      </w:tr>
      <w:tr w:rsidR="00F879D4" w:rsidRPr="00337399" w:rsidTr="00833EF7">
        <w:trPr>
          <w:trHeight w:val="1593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917E7C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  <w:r w:rsidRPr="00917E7C">
              <w:rPr>
                <w:b/>
              </w:rPr>
              <w:t>Непрограммные направл</w:t>
            </w:r>
            <w:r w:rsidRPr="00917E7C">
              <w:rPr>
                <w:b/>
              </w:rPr>
              <w:t>е</w:t>
            </w:r>
            <w:r w:rsidRPr="00917E7C">
              <w:rPr>
                <w:b/>
              </w:rPr>
              <w:t>ния деятельности органа управления Террит</w:t>
            </w:r>
            <w:r>
              <w:rPr>
                <w:b/>
              </w:rPr>
              <w:t>о</w:t>
            </w:r>
            <w:r w:rsidRPr="00917E7C">
              <w:rPr>
                <w:b/>
              </w:rPr>
              <w:t>риал</w:t>
            </w:r>
            <w:r w:rsidRPr="00917E7C">
              <w:rPr>
                <w:b/>
              </w:rPr>
              <w:t>ь</w:t>
            </w:r>
            <w:r w:rsidRPr="00917E7C">
              <w:rPr>
                <w:b/>
              </w:rPr>
              <w:t>ного фонда обязательного медицинского страхования Ульяновской области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1D6A86" w:rsidRDefault="00F879D4" w:rsidP="0075248D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 w:rsidRPr="001D6A86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1D6A86" w:rsidRDefault="00F879D4" w:rsidP="0075248D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1D6A86" w:rsidRDefault="00F879D4" w:rsidP="0075248D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1D6A86" w:rsidRDefault="00F879D4" w:rsidP="0075248D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 w:rsidRPr="001D6A86">
              <w:rPr>
                <w:b/>
              </w:rPr>
              <w:t>73 0 0000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  <w:p w:rsidR="00F879D4" w:rsidRPr="007E3F0B" w:rsidRDefault="00F879D4" w:rsidP="0075248D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 w:rsidRPr="00E6315D">
              <w:rPr>
                <w:b/>
              </w:rPr>
              <w:t>32500,0</w:t>
            </w:r>
          </w:p>
        </w:tc>
      </w:tr>
      <w:tr w:rsidR="00F879D4" w:rsidRPr="00337399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2B7BC1" w:rsidRDefault="00F879D4" w:rsidP="0075248D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23366F">
              <w:t>Социальные выплаты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73 3 0000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  <w:r w:rsidRPr="00E6315D">
              <w:t>32500,0</w:t>
            </w:r>
          </w:p>
        </w:tc>
      </w:tr>
      <w:tr w:rsidR="00F879D4" w:rsidRPr="00AD1857" w:rsidTr="00833EF7">
        <w:trPr>
          <w:trHeight w:val="349"/>
        </w:trPr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7A0E88">
              <w:t>существление единовр</w:t>
            </w:r>
            <w:r w:rsidRPr="007A0E88">
              <w:t>е</w:t>
            </w:r>
            <w:r w:rsidRPr="007A0E88">
              <w:t>менных выплат медицинским работникам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  <w:r>
              <w:t>73 3 5136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Default="00F879D4" w:rsidP="0075248D">
            <w:pPr>
              <w:autoSpaceDE w:val="0"/>
              <w:autoSpaceDN w:val="0"/>
              <w:adjustRightInd w:val="0"/>
              <w:jc w:val="center"/>
            </w:pPr>
          </w:p>
          <w:p w:rsidR="00F879D4" w:rsidRPr="007A0E88" w:rsidRDefault="00F879D4" w:rsidP="0075248D">
            <w:pPr>
              <w:autoSpaceDE w:val="0"/>
              <w:autoSpaceDN w:val="0"/>
              <w:adjustRightInd w:val="0"/>
              <w:jc w:val="center"/>
            </w:pPr>
            <w:r w:rsidRPr="00E6315D">
              <w:t>32500,0</w:t>
            </w:r>
          </w:p>
        </w:tc>
      </w:tr>
      <w:tr w:rsidR="00F879D4" w:rsidRPr="00F02A7E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DD2C4A" w:rsidRDefault="00F879D4" w:rsidP="0075248D">
            <w:pPr>
              <w:widowControl w:val="0"/>
              <w:jc w:val="both"/>
              <w:outlineLvl w:val="1"/>
              <w:rPr>
                <w:spacing w:val="-4"/>
              </w:rPr>
            </w:pPr>
            <w:r w:rsidRPr="00DD2C4A">
              <w:rPr>
                <w:spacing w:val="-4"/>
              </w:rPr>
              <w:t>Иные межбюджетные транс-ферты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widowControl w:val="0"/>
              <w:jc w:val="center"/>
            </w:pPr>
          </w:p>
          <w:p w:rsidR="00F879D4" w:rsidRPr="00165EC8" w:rsidRDefault="00F879D4" w:rsidP="0075248D">
            <w:pPr>
              <w:widowControl w:val="0"/>
              <w:jc w:val="center"/>
            </w:pPr>
            <w:r w:rsidRPr="00165EC8">
              <w:t>395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widowControl w:val="0"/>
              <w:jc w:val="center"/>
            </w:pPr>
          </w:p>
          <w:p w:rsidR="00F879D4" w:rsidRPr="00165EC8" w:rsidRDefault="00F879D4" w:rsidP="0075248D">
            <w:pPr>
              <w:widowControl w:val="0"/>
              <w:jc w:val="center"/>
            </w:pPr>
            <w:r w:rsidRPr="00165EC8">
              <w:t>14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widowControl w:val="0"/>
              <w:jc w:val="center"/>
            </w:pPr>
          </w:p>
          <w:p w:rsidR="00F879D4" w:rsidRPr="00165EC8" w:rsidRDefault="00F879D4" w:rsidP="0075248D">
            <w:pPr>
              <w:jc w:val="center"/>
            </w:pPr>
            <w:r w:rsidRPr="00165EC8"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widowControl w:val="0"/>
              <w:jc w:val="center"/>
            </w:pPr>
          </w:p>
          <w:p w:rsidR="00F879D4" w:rsidRPr="00165EC8" w:rsidRDefault="00F879D4" w:rsidP="0075248D">
            <w:pPr>
              <w:jc w:val="center"/>
            </w:pPr>
            <w:r w:rsidRPr="00165EC8">
              <w:t xml:space="preserve">73 </w:t>
            </w:r>
            <w:r>
              <w:t>3</w:t>
            </w:r>
            <w:r w:rsidRPr="00165EC8">
              <w:t xml:space="preserve"> 5136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165EC8" w:rsidRDefault="00F879D4" w:rsidP="0075248D">
            <w:pPr>
              <w:widowControl w:val="0"/>
              <w:jc w:val="center"/>
            </w:pPr>
          </w:p>
          <w:p w:rsidR="00F879D4" w:rsidRPr="00165EC8" w:rsidRDefault="00F879D4" w:rsidP="0075248D">
            <w:pPr>
              <w:jc w:val="center"/>
            </w:pPr>
            <w:r w:rsidRPr="00165EC8">
              <w:t>540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7A0E88" w:rsidRDefault="00F879D4" w:rsidP="0075248D">
            <w:pPr>
              <w:jc w:val="center"/>
              <w:rPr>
                <w:spacing w:val="-4"/>
              </w:rPr>
            </w:pPr>
            <w:r w:rsidRPr="00E6315D">
              <w:rPr>
                <w:spacing w:val="-4"/>
              </w:rPr>
              <w:t>32500,0</w:t>
            </w:r>
          </w:p>
        </w:tc>
      </w:tr>
      <w:tr w:rsidR="00F879D4" w:rsidRPr="00F02A7E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  <w:r w:rsidRPr="008A2B97">
              <w:rPr>
                <w:b/>
              </w:rPr>
              <w:t>Итого расходов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0B0BAA" w:rsidRDefault="00F879D4" w:rsidP="003A41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11236904,83</w:t>
            </w:r>
          </w:p>
        </w:tc>
      </w:tr>
      <w:tr w:rsidR="00F879D4" w:rsidRPr="00F02A7E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</w:tr>
      <w:tr w:rsidR="00F879D4" w:rsidRPr="00F02A7E" w:rsidTr="00833EF7">
        <w:tc>
          <w:tcPr>
            <w:tcW w:w="1901" w:type="pct"/>
            <w:tcBorders>
              <w:top w:val="nil"/>
              <w:left w:val="nil"/>
              <w:bottom w:val="nil"/>
              <w:right w:val="nil"/>
            </w:tcBorders>
          </w:tcPr>
          <w:p w:rsidR="00F879D4" w:rsidRPr="00CB2849" w:rsidRDefault="00F879D4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CB2849" w:rsidRDefault="00F879D4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9D4" w:rsidRPr="00285FC3" w:rsidRDefault="00F879D4" w:rsidP="0075248D">
            <w:pPr>
              <w:widowControl w:val="0"/>
              <w:jc w:val="center"/>
              <w:rPr>
                <w:b/>
              </w:rPr>
            </w:pPr>
          </w:p>
        </w:tc>
      </w:tr>
    </w:tbl>
    <w:p w:rsidR="00F879D4" w:rsidRDefault="00F879D4" w:rsidP="00C22147">
      <w:pPr>
        <w:ind w:firstLine="900"/>
      </w:pPr>
    </w:p>
    <w:p w:rsidR="00F879D4" w:rsidRDefault="00F879D4" w:rsidP="00C22147">
      <w:pPr>
        <w:ind w:firstLine="900"/>
      </w:pPr>
    </w:p>
    <w:p w:rsidR="00F879D4" w:rsidRDefault="00F879D4" w:rsidP="00077AAA">
      <w:pPr>
        <w:jc w:val="center"/>
      </w:pPr>
      <w:r>
        <w:t>________________</w:t>
      </w:r>
    </w:p>
    <w:sectPr w:rsidR="00F879D4" w:rsidSect="00967D16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9D4" w:rsidRDefault="00F879D4">
      <w:r>
        <w:separator/>
      </w:r>
    </w:p>
  </w:endnote>
  <w:endnote w:type="continuationSeparator" w:id="0">
    <w:p w:rsidR="00F879D4" w:rsidRDefault="00F87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4" w:rsidRDefault="00F879D4" w:rsidP="003304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9D4" w:rsidRDefault="00F879D4" w:rsidP="00432E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4" w:rsidRDefault="00F879D4" w:rsidP="00432EB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9D4" w:rsidRDefault="00F879D4">
      <w:r>
        <w:separator/>
      </w:r>
    </w:p>
  </w:footnote>
  <w:footnote w:type="continuationSeparator" w:id="0">
    <w:p w:rsidR="00F879D4" w:rsidRDefault="00F87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4" w:rsidRDefault="00F879D4" w:rsidP="00A14AD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9D4" w:rsidRDefault="00F8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4" w:rsidRDefault="00F879D4" w:rsidP="00C75A2B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F84"/>
    <w:rsid w:val="000036B9"/>
    <w:rsid w:val="00004474"/>
    <w:rsid w:val="00015475"/>
    <w:rsid w:val="00022121"/>
    <w:rsid w:val="0002463B"/>
    <w:rsid w:val="000273C1"/>
    <w:rsid w:val="000323D1"/>
    <w:rsid w:val="00055BF3"/>
    <w:rsid w:val="0005786E"/>
    <w:rsid w:val="00062D35"/>
    <w:rsid w:val="00065F27"/>
    <w:rsid w:val="000712C4"/>
    <w:rsid w:val="00072352"/>
    <w:rsid w:val="00076D67"/>
    <w:rsid w:val="00077AAA"/>
    <w:rsid w:val="0009164C"/>
    <w:rsid w:val="00092823"/>
    <w:rsid w:val="00095F66"/>
    <w:rsid w:val="000A330C"/>
    <w:rsid w:val="000A4998"/>
    <w:rsid w:val="000A4C25"/>
    <w:rsid w:val="000B0BAA"/>
    <w:rsid w:val="000C47B7"/>
    <w:rsid w:val="000D0799"/>
    <w:rsid w:val="000D12CE"/>
    <w:rsid w:val="000D1DB0"/>
    <w:rsid w:val="000E1C4D"/>
    <w:rsid w:val="000E2B50"/>
    <w:rsid w:val="000E3104"/>
    <w:rsid w:val="000E7A40"/>
    <w:rsid w:val="000F03A1"/>
    <w:rsid w:val="000F55D8"/>
    <w:rsid w:val="000F7CCF"/>
    <w:rsid w:val="00100704"/>
    <w:rsid w:val="0011182B"/>
    <w:rsid w:val="00116BC8"/>
    <w:rsid w:val="00120484"/>
    <w:rsid w:val="00131773"/>
    <w:rsid w:val="0013312F"/>
    <w:rsid w:val="00133DF6"/>
    <w:rsid w:val="00157C73"/>
    <w:rsid w:val="00165575"/>
    <w:rsid w:val="00165A90"/>
    <w:rsid w:val="00165EC8"/>
    <w:rsid w:val="001727BC"/>
    <w:rsid w:val="00175E89"/>
    <w:rsid w:val="00177AA4"/>
    <w:rsid w:val="00177DC9"/>
    <w:rsid w:val="001833E3"/>
    <w:rsid w:val="001914C6"/>
    <w:rsid w:val="00196098"/>
    <w:rsid w:val="001A1E90"/>
    <w:rsid w:val="001A46A3"/>
    <w:rsid w:val="001B793E"/>
    <w:rsid w:val="001C0241"/>
    <w:rsid w:val="001C2189"/>
    <w:rsid w:val="001C5791"/>
    <w:rsid w:val="001D14F7"/>
    <w:rsid w:val="001D6A86"/>
    <w:rsid w:val="001D7CEA"/>
    <w:rsid w:val="001E63CF"/>
    <w:rsid w:val="001F03EF"/>
    <w:rsid w:val="001F16A5"/>
    <w:rsid w:val="001F2434"/>
    <w:rsid w:val="001F661C"/>
    <w:rsid w:val="00203F5E"/>
    <w:rsid w:val="00222E35"/>
    <w:rsid w:val="00226049"/>
    <w:rsid w:val="00230C11"/>
    <w:rsid w:val="0023366F"/>
    <w:rsid w:val="00252188"/>
    <w:rsid w:val="00255587"/>
    <w:rsid w:val="002559B3"/>
    <w:rsid w:val="00256954"/>
    <w:rsid w:val="00262C88"/>
    <w:rsid w:val="00266052"/>
    <w:rsid w:val="00276890"/>
    <w:rsid w:val="00285FC3"/>
    <w:rsid w:val="00290082"/>
    <w:rsid w:val="00294F9A"/>
    <w:rsid w:val="002B0B6C"/>
    <w:rsid w:val="002B2A53"/>
    <w:rsid w:val="002B7BC1"/>
    <w:rsid w:val="002C4614"/>
    <w:rsid w:val="002C7643"/>
    <w:rsid w:val="002D0258"/>
    <w:rsid w:val="002D3706"/>
    <w:rsid w:val="002D5594"/>
    <w:rsid w:val="002E6AB7"/>
    <w:rsid w:val="002F40C8"/>
    <w:rsid w:val="00315A4C"/>
    <w:rsid w:val="0033041F"/>
    <w:rsid w:val="00331B57"/>
    <w:rsid w:val="0033690D"/>
    <w:rsid w:val="003369C8"/>
    <w:rsid w:val="00337399"/>
    <w:rsid w:val="00340537"/>
    <w:rsid w:val="00342690"/>
    <w:rsid w:val="00346A6F"/>
    <w:rsid w:val="00352E77"/>
    <w:rsid w:val="003556FF"/>
    <w:rsid w:val="0035688E"/>
    <w:rsid w:val="00361429"/>
    <w:rsid w:val="003618E7"/>
    <w:rsid w:val="00367739"/>
    <w:rsid w:val="0037347E"/>
    <w:rsid w:val="0037477C"/>
    <w:rsid w:val="00375CE6"/>
    <w:rsid w:val="003862EA"/>
    <w:rsid w:val="00390344"/>
    <w:rsid w:val="0039074B"/>
    <w:rsid w:val="003A418E"/>
    <w:rsid w:val="003B16DE"/>
    <w:rsid w:val="003C28B3"/>
    <w:rsid w:val="003C40C1"/>
    <w:rsid w:val="003D2767"/>
    <w:rsid w:val="003E457A"/>
    <w:rsid w:val="003E534D"/>
    <w:rsid w:val="003E6E82"/>
    <w:rsid w:val="003F3F88"/>
    <w:rsid w:val="003F4CA7"/>
    <w:rsid w:val="003F5471"/>
    <w:rsid w:val="004007C6"/>
    <w:rsid w:val="00400A7B"/>
    <w:rsid w:val="004012FA"/>
    <w:rsid w:val="00403B6C"/>
    <w:rsid w:val="00404901"/>
    <w:rsid w:val="004065FF"/>
    <w:rsid w:val="00417D23"/>
    <w:rsid w:val="004219FE"/>
    <w:rsid w:val="00430227"/>
    <w:rsid w:val="00432EB6"/>
    <w:rsid w:val="004335FE"/>
    <w:rsid w:val="00437252"/>
    <w:rsid w:val="00440A7C"/>
    <w:rsid w:val="00451383"/>
    <w:rsid w:val="004556C6"/>
    <w:rsid w:val="00457A65"/>
    <w:rsid w:val="004607BB"/>
    <w:rsid w:val="00464F44"/>
    <w:rsid w:val="004856DA"/>
    <w:rsid w:val="004A738C"/>
    <w:rsid w:val="004B3A45"/>
    <w:rsid w:val="004C0438"/>
    <w:rsid w:val="004C246D"/>
    <w:rsid w:val="004C2E1F"/>
    <w:rsid w:val="004D388F"/>
    <w:rsid w:val="004E1A64"/>
    <w:rsid w:val="004E676B"/>
    <w:rsid w:val="004F0BDA"/>
    <w:rsid w:val="004F7A6D"/>
    <w:rsid w:val="004F7BD5"/>
    <w:rsid w:val="0050313C"/>
    <w:rsid w:val="005157FD"/>
    <w:rsid w:val="005221D1"/>
    <w:rsid w:val="00523C6C"/>
    <w:rsid w:val="0052607B"/>
    <w:rsid w:val="0053477A"/>
    <w:rsid w:val="005363AC"/>
    <w:rsid w:val="00542AF8"/>
    <w:rsid w:val="00543D59"/>
    <w:rsid w:val="005449D8"/>
    <w:rsid w:val="00545A94"/>
    <w:rsid w:val="00555507"/>
    <w:rsid w:val="00557A28"/>
    <w:rsid w:val="00574EFF"/>
    <w:rsid w:val="00580A5A"/>
    <w:rsid w:val="005869F7"/>
    <w:rsid w:val="00592733"/>
    <w:rsid w:val="005A4A3B"/>
    <w:rsid w:val="005A6B36"/>
    <w:rsid w:val="005B3EC6"/>
    <w:rsid w:val="005C26E8"/>
    <w:rsid w:val="005D27B7"/>
    <w:rsid w:val="005D6265"/>
    <w:rsid w:val="005D6290"/>
    <w:rsid w:val="005E0871"/>
    <w:rsid w:val="005E1249"/>
    <w:rsid w:val="005E23F8"/>
    <w:rsid w:val="005E6F49"/>
    <w:rsid w:val="005F05F1"/>
    <w:rsid w:val="005F2CC4"/>
    <w:rsid w:val="005F3ADA"/>
    <w:rsid w:val="00600DFB"/>
    <w:rsid w:val="00612639"/>
    <w:rsid w:val="00614369"/>
    <w:rsid w:val="006154A9"/>
    <w:rsid w:val="006166FD"/>
    <w:rsid w:val="00627F84"/>
    <w:rsid w:val="00632E95"/>
    <w:rsid w:val="00636494"/>
    <w:rsid w:val="0066399B"/>
    <w:rsid w:val="006654EF"/>
    <w:rsid w:val="006666A9"/>
    <w:rsid w:val="0067027E"/>
    <w:rsid w:val="00670E48"/>
    <w:rsid w:val="00673AD4"/>
    <w:rsid w:val="00676AEA"/>
    <w:rsid w:val="006847E0"/>
    <w:rsid w:val="00685322"/>
    <w:rsid w:val="00687931"/>
    <w:rsid w:val="00691F5D"/>
    <w:rsid w:val="00695DED"/>
    <w:rsid w:val="006970A2"/>
    <w:rsid w:val="006A1857"/>
    <w:rsid w:val="006A3921"/>
    <w:rsid w:val="006B1043"/>
    <w:rsid w:val="006B6582"/>
    <w:rsid w:val="006C0942"/>
    <w:rsid w:val="006C0C61"/>
    <w:rsid w:val="006C64A4"/>
    <w:rsid w:val="006C6B86"/>
    <w:rsid w:val="006D1600"/>
    <w:rsid w:val="006F0181"/>
    <w:rsid w:val="006F77D3"/>
    <w:rsid w:val="007037D0"/>
    <w:rsid w:val="007038F4"/>
    <w:rsid w:val="00705E7A"/>
    <w:rsid w:val="00710F79"/>
    <w:rsid w:val="00714787"/>
    <w:rsid w:val="00715D82"/>
    <w:rsid w:val="00723396"/>
    <w:rsid w:val="00726EAC"/>
    <w:rsid w:val="00733B0D"/>
    <w:rsid w:val="00742C1A"/>
    <w:rsid w:val="00742D59"/>
    <w:rsid w:val="00750911"/>
    <w:rsid w:val="0075248D"/>
    <w:rsid w:val="007606A8"/>
    <w:rsid w:val="0076104C"/>
    <w:rsid w:val="00764360"/>
    <w:rsid w:val="007678C3"/>
    <w:rsid w:val="00775867"/>
    <w:rsid w:val="007774FE"/>
    <w:rsid w:val="00786DED"/>
    <w:rsid w:val="007A0E42"/>
    <w:rsid w:val="007A0E88"/>
    <w:rsid w:val="007A4F06"/>
    <w:rsid w:val="007A77B4"/>
    <w:rsid w:val="007B1C75"/>
    <w:rsid w:val="007B6806"/>
    <w:rsid w:val="007B7623"/>
    <w:rsid w:val="007C5AF1"/>
    <w:rsid w:val="007D1A8F"/>
    <w:rsid w:val="007D7BF0"/>
    <w:rsid w:val="007D7EAB"/>
    <w:rsid w:val="007E3F0B"/>
    <w:rsid w:val="007E51EB"/>
    <w:rsid w:val="007F5EC6"/>
    <w:rsid w:val="008004F9"/>
    <w:rsid w:val="00800EA0"/>
    <w:rsid w:val="00802E00"/>
    <w:rsid w:val="008034D7"/>
    <w:rsid w:val="0080721A"/>
    <w:rsid w:val="0081462B"/>
    <w:rsid w:val="00817A1B"/>
    <w:rsid w:val="00833EF7"/>
    <w:rsid w:val="00844B76"/>
    <w:rsid w:val="00847117"/>
    <w:rsid w:val="0084722C"/>
    <w:rsid w:val="0085308D"/>
    <w:rsid w:val="00861E88"/>
    <w:rsid w:val="008627EE"/>
    <w:rsid w:val="00876AC6"/>
    <w:rsid w:val="00880058"/>
    <w:rsid w:val="0088027B"/>
    <w:rsid w:val="00882E13"/>
    <w:rsid w:val="00884D58"/>
    <w:rsid w:val="008953FF"/>
    <w:rsid w:val="008A2B97"/>
    <w:rsid w:val="008A34DB"/>
    <w:rsid w:val="008A3DF1"/>
    <w:rsid w:val="008A5C57"/>
    <w:rsid w:val="008B357B"/>
    <w:rsid w:val="008B3E78"/>
    <w:rsid w:val="008B4044"/>
    <w:rsid w:val="008C6072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690"/>
    <w:rsid w:val="00911C10"/>
    <w:rsid w:val="00913E15"/>
    <w:rsid w:val="009143C7"/>
    <w:rsid w:val="00917E7C"/>
    <w:rsid w:val="00931BEB"/>
    <w:rsid w:val="009364E9"/>
    <w:rsid w:val="00936BC8"/>
    <w:rsid w:val="00937E3D"/>
    <w:rsid w:val="009557FE"/>
    <w:rsid w:val="00961AAF"/>
    <w:rsid w:val="009623C9"/>
    <w:rsid w:val="00967D16"/>
    <w:rsid w:val="009718FC"/>
    <w:rsid w:val="00975857"/>
    <w:rsid w:val="00975FEE"/>
    <w:rsid w:val="00995C6D"/>
    <w:rsid w:val="009A7FCB"/>
    <w:rsid w:val="009B0D82"/>
    <w:rsid w:val="009B188F"/>
    <w:rsid w:val="009B3BF7"/>
    <w:rsid w:val="009C4628"/>
    <w:rsid w:val="009D0E78"/>
    <w:rsid w:val="009D2402"/>
    <w:rsid w:val="009D33F2"/>
    <w:rsid w:val="009D3B3A"/>
    <w:rsid w:val="009D3DF4"/>
    <w:rsid w:val="009D54F9"/>
    <w:rsid w:val="009E0CC2"/>
    <w:rsid w:val="009E30AE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AB5"/>
    <w:rsid w:val="00A20F8E"/>
    <w:rsid w:val="00A22057"/>
    <w:rsid w:val="00A25C2C"/>
    <w:rsid w:val="00A34041"/>
    <w:rsid w:val="00A4080B"/>
    <w:rsid w:val="00A506AB"/>
    <w:rsid w:val="00A544D1"/>
    <w:rsid w:val="00A6551A"/>
    <w:rsid w:val="00A90353"/>
    <w:rsid w:val="00A94697"/>
    <w:rsid w:val="00AA19CA"/>
    <w:rsid w:val="00AA7FF5"/>
    <w:rsid w:val="00AB0853"/>
    <w:rsid w:val="00AB6E95"/>
    <w:rsid w:val="00AB7735"/>
    <w:rsid w:val="00AC1A80"/>
    <w:rsid w:val="00AD0E18"/>
    <w:rsid w:val="00AD1857"/>
    <w:rsid w:val="00AD65BF"/>
    <w:rsid w:val="00AE5EE3"/>
    <w:rsid w:val="00B0262E"/>
    <w:rsid w:val="00B04963"/>
    <w:rsid w:val="00B072E6"/>
    <w:rsid w:val="00B114C3"/>
    <w:rsid w:val="00B125B1"/>
    <w:rsid w:val="00B136C4"/>
    <w:rsid w:val="00B14F69"/>
    <w:rsid w:val="00B15AC3"/>
    <w:rsid w:val="00B1647F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5F8C"/>
    <w:rsid w:val="00BC141E"/>
    <w:rsid w:val="00BC1893"/>
    <w:rsid w:val="00BC47DD"/>
    <w:rsid w:val="00BD0DB9"/>
    <w:rsid w:val="00BD3105"/>
    <w:rsid w:val="00BD4D65"/>
    <w:rsid w:val="00BD6023"/>
    <w:rsid w:val="00BE0E65"/>
    <w:rsid w:val="00BE3B6C"/>
    <w:rsid w:val="00BE3F73"/>
    <w:rsid w:val="00BE6FB4"/>
    <w:rsid w:val="00C001DC"/>
    <w:rsid w:val="00C062E1"/>
    <w:rsid w:val="00C07DE1"/>
    <w:rsid w:val="00C12D9F"/>
    <w:rsid w:val="00C15FDA"/>
    <w:rsid w:val="00C22107"/>
    <w:rsid w:val="00C22147"/>
    <w:rsid w:val="00C33211"/>
    <w:rsid w:val="00C34B9A"/>
    <w:rsid w:val="00C35331"/>
    <w:rsid w:val="00C374A4"/>
    <w:rsid w:val="00C41391"/>
    <w:rsid w:val="00C434A4"/>
    <w:rsid w:val="00C43CCE"/>
    <w:rsid w:val="00C44B7C"/>
    <w:rsid w:val="00C4711D"/>
    <w:rsid w:val="00C50107"/>
    <w:rsid w:val="00C50443"/>
    <w:rsid w:val="00C61D9B"/>
    <w:rsid w:val="00C643FB"/>
    <w:rsid w:val="00C75A2B"/>
    <w:rsid w:val="00C83649"/>
    <w:rsid w:val="00C861D0"/>
    <w:rsid w:val="00C943C9"/>
    <w:rsid w:val="00CA7188"/>
    <w:rsid w:val="00CB2849"/>
    <w:rsid w:val="00CC6D09"/>
    <w:rsid w:val="00CD1306"/>
    <w:rsid w:val="00CD2C4D"/>
    <w:rsid w:val="00CD4B6A"/>
    <w:rsid w:val="00CD60A8"/>
    <w:rsid w:val="00CD787E"/>
    <w:rsid w:val="00CE191F"/>
    <w:rsid w:val="00CE2C7C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524EE"/>
    <w:rsid w:val="00D57A84"/>
    <w:rsid w:val="00D60964"/>
    <w:rsid w:val="00D63432"/>
    <w:rsid w:val="00D66360"/>
    <w:rsid w:val="00D71169"/>
    <w:rsid w:val="00D74F97"/>
    <w:rsid w:val="00D878F7"/>
    <w:rsid w:val="00DA457A"/>
    <w:rsid w:val="00DA6527"/>
    <w:rsid w:val="00DC2299"/>
    <w:rsid w:val="00DC6D65"/>
    <w:rsid w:val="00DC7FD0"/>
    <w:rsid w:val="00DD03F0"/>
    <w:rsid w:val="00DD2C4A"/>
    <w:rsid w:val="00DD2C71"/>
    <w:rsid w:val="00DD36D8"/>
    <w:rsid w:val="00DD425B"/>
    <w:rsid w:val="00DD6CAC"/>
    <w:rsid w:val="00DE1B0E"/>
    <w:rsid w:val="00DE3503"/>
    <w:rsid w:val="00DF2951"/>
    <w:rsid w:val="00DF54E5"/>
    <w:rsid w:val="00DF7FBF"/>
    <w:rsid w:val="00E0017B"/>
    <w:rsid w:val="00E042A6"/>
    <w:rsid w:val="00E10D5F"/>
    <w:rsid w:val="00E12535"/>
    <w:rsid w:val="00E16CD4"/>
    <w:rsid w:val="00E17693"/>
    <w:rsid w:val="00E20410"/>
    <w:rsid w:val="00E23043"/>
    <w:rsid w:val="00E32DBD"/>
    <w:rsid w:val="00E3509D"/>
    <w:rsid w:val="00E5779B"/>
    <w:rsid w:val="00E60038"/>
    <w:rsid w:val="00E6276F"/>
    <w:rsid w:val="00E6315D"/>
    <w:rsid w:val="00E66C7A"/>
    <w:rsid w:val="00E730B8"/>
    <w:rsid w:val="00E93FEF"/>
    <w:rsid w:val="00EA5B30"/>
    <w:rsid w:val="00EB4210"/>
    <w:rsid w:val="00EB5B1E"/>
    <w:rsid w:val="00EE20EE"/>
    <w:rsid w:val="00EE3EB7"/>
    <w:rsid w:val="00EF0F02"/>
    <w:rsid w:val="00F0250B"/>
    <w:rsid w:val="00F02A7E"/>
    <w:rsid w:val="00F23E50"/>
    <w:rsid w:val="00F26FDB"/>
    <w:rsid w:val="00F34491"/>
    <w:rsid w:val="00F40567"/>
    <w:rsid w:val="00F468EE"/>
    <w:rsid w:val="00F54402"/>
    <w:rsid w:val="00F56215"/>
    <w:rsid w:val="00F6361B"/>
    <w:rsid w:val="00F65A0C"/>
    <w:rsid w:val="00F71D80"/>
    <w:rsid w:val="00F86A19"/>
    <w:rsid w:val="00F879D4"/>
    <w:rsid w:val="00F87D73"/>
    <w:rsid w:val="00F93264"/>
    <w:rsid w:val="00F94F2D"/>
    <w:rsid w:val="00FA0829"/>
    <w:rsid w:val="00FA255E"/>
    <w:rsid w:val="00FA7871"/>
    <w:rsid w:val="00FB68BB"/>
    <w:rsid w:val="00FB75B5"/>
    <w:rsid w:val="00FC4893"/>
    <w:rsid w:val="00FC6825"/>
    <w:rsid w:val="00FD2D09"/>
    <w:rsid w:val="00FD3CEB"/>
    <w:rsid w:val="00FD6063"/>
    <w:rsid w:val="00FD6873"/>
    <w:rsid w:val="00FE4CD1"/>
    <w:rsid w:val="00FE5DBD"/>
    <w:rsid w:val="00FE7924"/>
    <w:rsid w:val="00FF2A9D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7"/>
    <w:rPr>
      <w:sz w:val="28"/>
      <w:szCs w:val="28"/>
    </w:rPr>
  </w:style>
  <w:style w:type="paragraph" w:styleId="Heading2">
    <w:name w:val="heading 2"/>
    <w:aliases w:val="Знак"/>
    <w:basedOn w:val="Normal"/>
    <w:next w:val="Normal"/>
    <w:link w:val="Heading2Char"/>
    <w:uiPriority w:val="99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Знак Char"/>
    <w:basedOn w:val="DefaultParagraphFont"/>
    <w:link w:val="Heading2"/>
    <w:uiPriority w:val="99"/>
    <w:locked/>
    <w:rsid w:val="00175E89"/>
    <w:rPr>
      <w:rFonts w:cs="Times New Roman"/>
      <w:b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471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1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847117"/>
    <w:rPr>
      <w:rFonts w:cs="Times New Roman"/>
    </w:rPr>
  </w:style>
  <w:style w:type="paragraph" w:customStyle="1" w:styleId="ConsNormal">
    <w:name w:val="ConsNormal"/>
    <w:uiPriority w:val="99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0712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D16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65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1801</Words>
  <Characters>10269</Characters>
  <Application>Microsoft Office Outlook</Application>
  <DocSecurity>0</DocSecurity>
  <Lines>0</Lines>
  <Paragraphs>0</Paragraphs>
  <ScaleCrop>false</ScaleCrop>
  <Company>ТФОМС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subject/>
  <dc:creator>Шафранова</dc:creator>
  <cp:keywords/>
  <dc:description/>
  <cp:lastModifiedBy>Пользователь</cp:lastModifiedBy>
  <cp:revision>2</cp:revision>
  <cp:lastPrinted>2016-05-26T12:09:00Z</cp:lastPrinted>
  <dcterms:created xsi:type="dcterms:W3CDTF">2016-06-06T06:56:00Z</dcterms:created>
  <dcterms:modified xsi:type="dcterms:W3CDTF">2016-06-06T06:56:00Z</dcterms:modified>
</cp:coreProperties>
</file>